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4253"/>
        <w:gridCol w:w="4536"/>
      </w:tblGrid>
      <w:tr w:rsidR="00DD6269" w:rsidRPr="00E71A8D">
        <w:trPr>
          <w:cantSplit/>
        </w:trPr>
        <w:tc>
          <w:tcPr>
            <w:tcW w:w="4253" w:type="dxa"/>
          </w:tcPr>
          <w:p w:rsidR="00DD6269" w:rsidRPr="00E71A8D" w:rsidRDefault="00A84A9E">
            <w:r>
              <w:rPr>
                <w:noProof/>
              </w:rPr>
              <w:drawing>
                <wp:inline distT="0" distB="0" distL="0" distR="0">
                  <wp:extent cx="1786255" cy="1235710"/>
                  <wp:effectExtent l="1905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86255" cy="1235710"/>
                          </a:xfrm>
                          <a:prstGeom prst="rect">
                            <a:avLst/>
                          </a:prstGeom>
                          <a:noFill/>
                          <a:ln w="9525">
                            <a:noFill/>
                            <a:miter lim="800000"/>
                            <a:headEnd/>
                            <a:tailEnd/>
                          </a:ln>
                        </pic:spPr>
                      </pic:pic>
                    </a:graphicData>
                  </a:graphic>
                </wp:inline>
              </w:drawing>
            </w:r>
          </w:p>
          <w:p w:rsidR="00DD6269" w:rsidRPr="001D3B8C" w:rsidRDefault="001D3B8C">
            <w:pPr>
              <w:rPr>
                <w:sz w:val="20"/>
              </w:rPr>
            </w:pPr>
            <w:r w:rsidRPr="001D3B8C">
              <w:rPr>
                <w:sz w:val="20"/>
              </w:rPr>
              <w:t>Dle vyhl. 146/2008 Sb.</w:t>
            </w:r>
          </w:p>
          <w:p w:rsidR="00EF4751" w:rsidRPr="00EF4751" w:rsidRDefault="00EF4751" w:rsidP="00EF4751">
            <w:pPr>
              <w:jc w:val="left"/>
              <w:rPr>
                <w:sz w:val="22"/>
                <w:szCs w:val="22"/>
              </w:rPr>
            </w:pPr>
            <w:r w:rsidRPr="00EF4751">
              <w:rPr>
                <w:sz w:val="22"/>
                <w:szCs w:val="22"/>
              </w:rPr>
              <w:t>A/ průvodní zpráva</w:t>
            </w:r>
          </w:p>
          <w:p w:rsidR="00EF4751" w:rsidRPr="00EF4751" w:rsidRDefault="00EF4751" w:rsidP="00EF4751">
            <w:pPr>
              <w:pStyle w:val="Nadpis7"/>
              <w:ind w:left="0"/>
              <w:jc w:val="left"/>
              <w:rPr>
                <w:i/>
                <w:sz w:val="22"/>
                <w:szCs w:val="22"/>
              </w:rPr>
            </w:pPr>
            <w:r w:rsidRPr="00EF4751">
              <w:rPr>
                <w:i/>
                <w:sz w:val="22"/>
                <w:szCs w:val="22"/>
              </w:rPr>
              <w:t>B/ souhrnn</w:t>
            </w:r>
            <w:r w:rsidR="001D3B8C">
              <w:rPr>
                <w:i/>
                <w:sz w:val="22"/>
                <w:szCs w:val="22"/>
              </w:rPr>
              <w:t xml:space="preserve">é </w:t>
            </w:r>
            <w:r w:rsidRPr="00EF4751">
              <w:rPr>
                <w:i/>
                <w:sz w:val="22"/>
                <w:szCs w:val="22"/>
              </w:rPr>
              <w:t>ře</w:t>
            </w:r>
            <w:r w:rsidR="001D3B8C">
              <w:rPr>
                <w:i/>
                <w:sz w:val="22"/>
                <w:szCs w:val="22"/>
              </w:rPr>
              <w:t>še</w:t>
            </w:r>
            <w:r w:rsidRPr="00EF4751">
              <w:rPr>
                <w:i/>
                <w:sz w:val="22"/>
                <w:szCs w:val="22"/>
              </w:rPr>
              <w:t>ní</w:t>
            </w:r>
            <w:r w:rsidR="001D3B8C">
              <w:rPr>
                <w:i/>
                <w:sz w:val="22"/>
                <w:szCs w:val="22"/>
              </w:rPr>
              <w:t xml:space="preserve"> stavby</w:t>
            </w:r>
          </w:p>
          <w:p w:rsidR="00EF4751" w:rsidRPr="00E71A8D" w:rsidRDefault="00EF4751" w:rsidP="00EF4751">
            <w:pPr>
              <w:jc w:val="left"/>
            </w:pPr>
            <w:r w:rsidRPr="00EF4751">
              <w:rPr>
                <w:sz w:val="22"/>
                <w:szCs w:val="22"/>
              </w:rPr>
              <w:t>D/zásady organizace výstavby</w:t>
            </w:r>
          </w:p>
        </w:tc>
        <w:tc>
          <w:tcPr>
            <w:tcW w:w="4536" w:type="dxa"/>
          </w:tcPr>
          <w:p w:rsidR="00AE14A9" w:rsidRDefault="00AE14A9" w:rsidP="00AE14A9">
            <w:pPr>
              <w:pStyle w:val="titulnstrana00"/>
            </w:pPr>
            <w:r>
              <w:t xml:space="preserve">archivní číslo: </w:t>
            </w:r>
            <w:r w:rsidR="00DC4C56" w:rsidRPr="009C2744">
              <w:t>1</w:t>
            </w:r>
            <w:r w:rsidR="00DC4C56">
              <w:t>5</w:t>
            </w:r>
            <w:r w:rsidR="00DC4C56" w:rsidRPr="009C2744">
              <w:t>0</w:t>
            </w:r>
            <w:r w:rsidR="00DC4C56">
              <w:t>2021</w:t>
            </w:r>
            <w:r w:rsidR="00DC4C56" w:rsidRPr="009C2744">
              <w:t>c</w:t>
            </w:r>
          </w:p>
          <w:p w:rsidR="00AE14A9" w:rsidRDefault="00AE14A9" w:rsidP="00AE14A9">
            <w:pPr>
              <w:pStyle w:val="titulnstrana00"/>
            </w:pPr>
            <w:r>
              <w:rPr>
                <w:b/>
              </w:rPr>
              <w:t>stupeň:</w:t>
            </w:r>
            <w:r>
              <w:t xml:space="preserve"> D</w:t>
            </w:r>
            <w:r w:rsidR="00D9756E">
              <w:t>SP</w:t>
            </w:r>
          </w:p>
          <w:p w:rsidR="00AE14A9" w:rsidRDefault="00AE14A9" w:rsidP="00AE14A9">
            <w:pPr>
              <w:pStyle w:val="titulnstrana0"/>
            </w:pPr>
            <w:r>
              <w:t>datum:</w:t>
            </w:r>
            <w:r w:rsidR="00D9756E">
              <w:t>prosinec</w:t>
            </w:r>
            <w:r>
              <w:t xml:space="preserve"> 201</w:t>
            </w:r>
            <w:r w:rsidR="00AC5DC2">
              <w:t>5</w:t>
            </w:r>
          </w:p>
          <w:p w:rsidR="00AE14A9" w:rsidRDefault="00AE14A9" w:rsidP="00AE14A9">
            <w:pPr>
              <w:pStyle w:val="titulnstrana0"/>
            </w:pPr>
            <w:r>
              <w:rPr>
                <w:b/>
              </w:rPr>
              <w:t>objednal:</w:t>
            </w:r>
          </w:p>
          <w:p w:rsidR="00AE14A9" w:rsidRDefault="00AE14A9" w:rsidP="00AE14A9">
            <w:pPr>
              <w:pStyle w:val="titulnstrana00"/>
            </w:pPr>
            <w:r>
              <w:t>MěÚ Ostrov, OI</w:t>
            </w:r>
          </w:p>
          <w:p w:rsidR="00AE14A9" w:rsidRDefault="00AE14A9" w:rsidP="00AE14A9">
            <w:pPr>
              <w:pStyle w:val="titulnstrana0"/>
            </w:pPr>
            <w:r>
              <w:rPr>
                <w:b/>
              </w:rPr>
              <w:t>zpracoval:</w:t>
            </w:r>
            <w:r>
              <w:t xml:space="preserve"> </w:t>
            </w:r>
          </w:p>
          <w:p w:rsidR="00AE14A9" w:rsidRDefault="00AE14A9" w:rsidP="00AE14A9">
            <w:pPr>
              <w:pStyle w:val="titulnstrana00"/>
            </w:pPr>
            <w:r>
              <w:t>ing. Martin Kohout</w:t>
            </w:r>
          </w:p>
          <w:p w:rsidR="00AE14A9" w:rsidRDefault="00AE14A9" w:rsidP="00AE14A9">
            <w:pPr>
              <w:pStyle w:val="titulnstrana00"/>
            </w:pPr>
            <w:r>
              <w:t>Alena Kuželová</w:t>
            </w:r>
          </w:p>
          <w:p w:rsidR="00DD6269" w:rsidRPr="00E71A8D" w:rsidRDefault="00DD6269">
            <w:pPr>
              <w:pStyle w:val="titulnstrana00"/>
            </w:pPr>
          </w:p>
        </w:tc>
      </w:tr>
    </w:tbl>
    <w:p w:rsidR="00874379" w:rsidRDefault="00874379" w:rsidP="00874379">
      <w:pPr>
        <w:pStyle w:val="titulnstrana1"/>
        <w:spacing w:before="1200"/>
      </w:pPr>
      <w:r>
        <w:t xml:space="preserve">ostrov, </w:t>
      </w:r>
      <w:r w:rsidR="00DC4C56" w:rsidRPr="000F67D7">
        <w:t xml:space="preserve">ULICE </w:t>
      </w:r>
      <w:r w:rsidR="00DC4C56">
        <w:t>u koupaliště (přední)</w:t>
      </w:r>
    </w:p>
    <w:p w:rsidR="00874379" w:rsidRDefault="00DC4C56" w:rsidP="00874379">
      <w:pPr>
        <w:pStyle w:val="titulnstrana2"/>
      </w:pPr>
      <w:r>
        <w:t>rekonstrukce vozovky</w:t>
      </w:r>
    </w:p>
    <w:p w:rsidR="00DD6269" w:rsidRPr="00E71A8D" w:rsidRDefault="00DD6269">
      <w:pPr>
        <w:pStyle w:val="titulnstrana3"/>
        <w:spacing w:before="0"/>
        <w:rPr>
          <w:b/>
          <w:bCs/>
        </w:rPr>
      </w:pPr>
      <w:r w:rsidRPr="00E71A8D">
        <w:t>Dopravně - stavební řešení</w:t>
      </w:r>
    </w:p>
    <w:p w:rsidR="00DD6269" w:rsidRPr="00E71A8D" w:rsidRDefault="00DD6269">
      <w:pPr>
        <w:pStyle w:val="titulnstrana2"/>
        <w:ind w:left="360"/>
        <w:rPr>
          <w:sz w:val="28"/>
        </w:rPr>
      </w:pPr>
      <w:r w:rsidRPr="00E71A8D">
        <w:rPr>
          <w:sz w:val="28"/>
        </w:rPr>
        <w:t>A/ průvodní zpráva</w:t>
      </w:r>
    </w:p>
    <w:p w:rsidR="00DD6269" w:rsidRPr="00E71A8D" w:rsidRDefault="00DD6269">
      <w:pPr>
        <w:pStyle w:val="titulnstrana2"/>
        <w:spacing w:before="0"/>
        <w:ind w:left="357"/>
        <w:rPr>
          <w:sz w:val="28"/>
        </w:rPr>
      </w:pPr>
      <w:r w:rsidRPr="00E71A8D">
        <w:rPr>
          <w:sz w:val="28"/>
        </w:rPr>
        <w:t xml:space="preserve">b/ souhrnná technická zpráva </w:t>
      </w:r>
    </w:p>
    <w:p w:rsidR="00DD6269" w:rsidRPr="00E71A8D" w:rsidRDefault="00DD6269">
      <w:pPr>
        <w:jc w:val="center"/>
      </w:pPr>
      <w:r w:rsidRPr="00E71A8D">
        <w:t>----------------------------------------------------------------------------------------------------------------------</w:t>
      </w:r>
    </w:p>
    <w:p w:rsidR="00DD6269" w:rsidRPr="00E71A8D" w:rsidRDefault="00DD6269">
      <w:pPr>
        <w:pStyle w:val="titulnstrana0"/>
        <w:rPr>
          <w:b/>
          <w:bCs/>
        </w:rPr>
      </w:pPr>
      <w:r w:rsidRPr="00E71A8D">
        <w:rPr>
          <w:b/>
          <w:bCs/>
        </w:rPr>
        <w:t>obsah dokumentace stavby:</w:t>
      </w:r>
    </w:p>
    <w:p w:rsidR="00DD6269" w:rsidRPr="00E71A8D" w:rsidRDefault="00DD6269">
      <w:pPr>
        <w:pStyle w:val="titulnstrana00"/>
        <w:rPr>
          <w:b/>
          <w:bCs/>
        </w:rPr>
      </w:pPr>
      <w:r w:rsidRPr="00E71A8D">
        <w:rPr>
          <w:b/>
          <w:bCs/>
        </w:rPr>
        <w:t>A. průvodní zpráva</w:t>
      </w:r>
    </w:p>
    <w:p w:rsidR="00DD6269" w:rsidRPr="00E71A8D" w:rsidRDefault="00DD6269">
      <w:pPr>
        <w:pStyle w:val="titulnstrana00"/>
        <w:rPr>
          <w:sz w:val="20"/>
        </w:rPr>
      </w:pPr>
      <w:r w:rsidRPr="00E71A8D">
        <w:rPr>
          <w:sz w:val="20"/>
        </w:rPr>
        <w:t xml:space="preserve">základní identifikační údaje </w:t>
      </w:r>
    </w:p>
    <w:p w:rsidR="00DD6269" w:rsidRPr="00E71A8D" w:rsidRDefault="00DD6269">
      <w:pPr>
        <w:pStyle w:val="titulnstrana00"/>
        <w:rPr>
          <w:sz w:val="20"/>
        </w:rPr>
      </w:pPr>
      <w:r w:rsidRPr="00E71A8D">
        <w:rPr>
          <w:sz w:val="20"/>
        </w:rPr>
        <w:t>majetkoprávní vztahy</w:t>
      </w:r>
    </w:p>
    <w:p w:rsidR="00DD6269" w:rsidRPr="00E71A8D" w:rsidRDefault="00DD6269">
      <w:pPr>
        <w:pStyle w:val="titulnstrana00"/>
        <w:rPr>
          <w:sz w:val="20"/>
        </w:rPr>
      </w:pPr>
      <w:r w:rsidRPr="00E71A8D">
        <w:rPr>
          <w:sz w:val="20"/>
        </w:rPr>
        <w:t>průzkumy a výchozí podklady</w:t>
      </w:r>
    </w:p>
    <w:p w:rsidR="00DD6269" w:rsidRPr="00E71A8D" w:rsidRDefault="00DD6269">
      <w:pPr>
        <w:pStyle w:val="titulnstrana00"/>
        <w:rPr>
          <w:sz w:val="20"/>
        </w:rPr>
      </w:pPr>
      <w:r w:rsidRPr="00E71A8D">
        <w:rPr>
          <w:sz w:val="20"/>
        </w:rPr>
        <w:t>splnění požadavků dotčených orgánů</w:t>
      </w:r>
    </w:p>
    <w:p w:rsidR="00DD6269" w:rsidRPr="00E71A8D" w:rsidRDefault="00DD6269">
      <w:pPr>
        <w:pStyle w:val="titulnstrana00"/>
        <w:rPr>
          <w:sz w:val="20"/>
        </w:rPr>
      </w:pPr>
      <w:r w:rsidRPr="00E71A8D">
        <w:rPr>
          <w:sz w:val="20"/>
        </w:rPr>
        <w:t>splnění požadavků ÚR, RP apod.</w:t>
      </w:r>
    </w:p>
    <w:p w:rsidR="00DD6269" w:rsidRPr="00E71A8D" w:rsidRDefault="00DD6269">
      <w:pPr>
        <w:pStyle w:val="titulnstrana00"/>
        <w:rPr>
          <w:sz w:val="20"/>
        </w:rPr>
      </w:pPr>
      <w:r w:rsidRPr="00E71A8D">
        <w:rPr>
          <w:sz w:val="20"/>
        </w:rPr>
        <w:t>související a podmiňující stavby</w:t>
      </w:r>
    </w:p>
    <w:p w:rsidR="00DD6269" w:rsidRPr="00E71A8D" w:rsidRDefault="00DD6269">
      <w:pPr>
        <w:pStyle w:val="titulnstrana00"/>
        <w:rPr>
          <w:sz w:val="20"/>
        </w:rPr>
      </w:pPr>
      <w:r w:rsidRPr="00E71A8D">
        <w:rPr>
          <w:sz w:val="20"/>
        </w:rPr>
        <w:t>lhůty výstavby</w:t>
      </w:r>
    </w:p>
    <w:p w:rsidR="00DD6269" w:rsidRPr="00E71A8D" w:rsidRDefault="00DD6269">
      <w:pPr>
        <w:pStyle w:val="titulnstrana00"/>
        <w:rPr>
          <w:sz w:val="20"/>
        </w:rPr>
      </w:pPr>
      <w:r w:rsidRPr="00E71A8D">
        <w:rPr>
          <w:sz w:val="20"/>
        </w:rPr>
        <w:t>statistické údaje</w:t>
      </w:r>
    </w:p>
    <w:p w:rsidR="00DD6269" w:rsidRPr="00E71A8D" w:rsidRDefault="00DD6269">
      <w:pPr>
        <w:pStyle w:val="titulnstrana00"/>
        <w:rPr>
          <w:b/>
          <w:bCs/>
        </w:rPr>
      </w:pPr>
      <w:r w:rsidRPr="00E71A8D">
        <w:rPr>
          <w:b/>
          <w:bCs/>
        </w:rPr>
        <w:t>B. souhrnn</w:t>
      </w:r>
      <w:r w:rsidR="001D3B8C">
        <w:rPr>
          <w:b/>
          <w:bCs/>
        </w:rPr>
        <w:t>é řešení stavby</w:t>
      </w:r>
    </w:p>
    <w:p w:rsidR="00DD6269" w:rsidRPr="00E71A8D" w:rsidRDefault="00DD6269" w:rsidP="00DC4C56">
      <w:pPr>
        <w:pStyle w:val="titulnstrana00"/>
        <w:ind w:left="1097"/>
        <w:rPr>
          <w:sz w:val="20"/>
        </w:rPr>
      </w:pPr>
      <w:r w:rsidRPr="00E71A8D">
        <w:rPr>
          <w:sz w:val="20"/>
        </w:rPr>
        <w:t>Urbanistické, architektonické a stavebně technické řešení</w:t>
      </w:r>
    </w:p>
    <w:p w:rsidR="00DD6269" w:rsidRPr="00E71A8D" w:rsidRDefault="00DD6269" w:rsidP="00DC4C56">
      <w:pPr>
        <w:pStyle w:val="titulnstrana00"/>
        <w:ind w:left="1097"/>
        <w:rPr>
          <w:sz w:val="20"/>
        </w:rPr>
      </w:pPr>
      <w:r w:rsidRPr="00E71A8D">
        <w:rPr>
          <w:sz w:val="20"/>
        </w:rPr>
        <w:t>Požární bezpečnost</w:t>
      </w:r>
    </w:p>
    <w:p w:rsidR="00DD6269" w:rsidRPr="00E71A8D" w:rsidRDefault="00DD6269" w:rsidP="00DC4C56">
      <w:pPr>
        <w:pStyle w:val="titulnstrana00"/>
        <w:ind w:left="1097"/>
        <w:rPr>
          <w:sz w:val="20"/>
        </w:rPr>
      </w:pPr>
      <w:r w:rsidRPr="00E71A8D">
        <w:rPr>
          <w:sz w:val="20"/>
        </w:rPr>
        <w:t>Hygiena, ochrana zdraví a životního prostředí</w:t>
      </w:r>
    </w:p>
    <w:p w:rsidR="00DD6269" w:rsidRPr="00E71A8D" w:rsidRDefault="00DD6269" w:rsidP="00DC4C56">
      <w:pPr>
        <w:pStyle w:val="titulnstrana00"/>
        <w:ind w:left="1097"/>
        <w:rPr>
          <w:sz w:val="20"/>
        </w:rPr>
      </w:pPr>
      <w:r w:rsidRPr="00E71A8D">
        <w:rPr>
          <w:sz w:val="20"/>
        </w:rPr>
        <w:t>Bezpečnost při užívání</w:t>
      </w:r>
    </w:p>
    <w:p w:rsidR="00DD6269" w:rsidRPr="00E71A8D" w:rsidRDefault="00DD6269" w:rsidP="00DC4C56">
      <w:pPr>
        <w:pStyle w:val="titulnstrana00"/>
        <w:ind w:left="1097"/>
        <w:rPr>
          <w:sz w:val="20"/>
        </w:rPr>
      </w:pPr>
      <w:r w:rsidRPr="00E71A8D">
        <w:rPr>
          <w:sz w:val="20"/>
        </w:rPr>
        <w:t>Ochrana proti hluku</w:t>
      </w:r>
    </w:p>
    <w:p w:rsidR="00DD6269" w:rsidRPr="00E71A8D" w:rsidRDefault="00DD6269" w:rsidP="00DC4C56">
      <w:pPr>
        <w:pStyle w:val="titulnstrana00"/>
        <w:ind w:left="1097"/>
        <w:rPr>
          <w:sz w:val="20"/>
        </w:rPr>
      </w:pPr>
      <w:r w:rsidRPr="00E71A8D">
        <w:rPr>
          <w:sz w:val="20"/>
        </w:rPr>
        <w:t>Řešení přístupu pro ZTP</w:t>
      </w:r>
    </w:p>
    <w:p w:rsidR="00DD6269" w:rsidRPr="00E71A8D" w:rsidRDefault="00DD6269" w:rsidP="00DC4C56">
      <w:pPr>
        <w:pStyle w:val="titulnstrana00"/>
        <w:ind w:left="1097"/>
        <w:rPr>
          <w:sz w:val="20"/>
        </w:rPr>
      </w:pPr>
      <w:r w:rsidRPr="00E71A8D">
        <w:rPr>
          <w:sz w:val="20"/>
        </w:rPr>
        <w:t>Ochrana obyvatelstva před vlivy vnějšího prostředí</w:t>
      </w:r>
    </w:p>
    <w:p w:rsidR="00DD6269" w:rsidRPr="00E71A8D" w:rsidRDefault="00DD6269" w:rsidP="00DC4C56">
      <w:pPr>
        <w:pStyle w:val="titulnstrana00"/>
        <w:ind w:left="1097"/>
        <w:rPr>
          <w:sz w:val="20"/>
        </w:rPr>
      </w:pPr>
      <w:r w:rsidRPr="00E71A8D">
        <w:rPr>
          <w:sz w:val="20"/>
        </w:rPr>
        <w:t>Inženýrské stavby (objekty)</w:t>
      </w:r>
    </w:p>
    <w:p w:rsidR="00DD6269" w:rsidRDefault="00DD6269">
      <w:pPr>
        <w:pStyle w:val="titulnstrana00"/>
        <w:rPr>
          <w:b/>
          <w:bCs/>
        </w:rPr>
      </w:pPr>
      <w:r w:rsidRPr="00E71A8D">
        <w:rPr>
          <w:b/>
          <w:bCs/>
        </w:rPr>
        <w:t xml:space="preserve">C. </w:t>
      </w:r>
      <w:r w:rsidR="001D3B8C">
        <w:rPr>
          <w:b/>
          <w:bCs/>
        </w:rPr>
        <w:t>stavební část (</w:t>
      </w:r>
      <w:r w:rsidRPr="00E71A8D">
        <w:rPr>
          <w:b/>
          <w:bCs/>
        </w:rPr>
        <w:t>výkresová a přílohová část</w:t>
      </w:r>
      <w:r w:rsidR="001D3B8C">
        <w:rPr>
          <w:b/>
          <w:bCs/>
        </w:rPr>
        <w:t>)</w:t>
      </w:r>
    </w:p>
    <w:p w:rsidR="00F210D0" w:rsidRPr="00E71A8D" w:rsidRDefault="00F210D0" w:rsidP="00F210D0">
      <w:pPr>
        <w:pStyle w:val="titulnstrana00"/>
        <w:rPr>
          <w:sz w:val="20"/>
        </w:rPr>
      </w:pPr>
      <w:r w:rsidRPr="00E71A8D">
        <w:rPr>
          <w:sz w:val="20"/>
        </w:rPr>
        <w:t>Viz. samostatná příloha</w:t>
      </w:r>
    </w:p>
    <w:p w:rsidR="00DD6269" w:rsidRPr="00E71A8D" w:rsidRDefault="00DD6269">
      <w:pPr>
        <w:pStyle w:val="titulnstrana00"/>
        <w:rPr>
          <w:b/>
          <w:bCs/>
        </w:rPr>
      </w:pPr>
      <w:r w:rsidRPr="00E71A8D">
        <w:rPr>
          <w:b/>
          <w:bCs/>
        </w:rPr>
        <w:t>D. zásady organizace výstavby</w:t>
      </w:r>
    </w:p>
    <w:p w:rsidR="00DD6269" w:rsidRPr="00E71A8D" w:rsidRDefault="00DD6269">
      <w:pPr>
        <w:pStyle w:val="titulnstrana00"/>
        <w:rPr>
          <w:b/>
          <w:bCs/>
        </w:rPr>
      </w:pPr>
      <w:r w:rsidRPr="00E71A8D">
        <w:rPr>
          <w:b/>
          <w:bCs/>
        </w:rPr>
        <w:t>E. dokladová část</w:t>
      </w:r>
    </w:p>
    <w:p w:rsidR="00DD6269" w:rsidRPr="00E71A8D" w:rsidRDefault="00DD6269">
      <w:pPr>
        <w:pStyle w:val="titulnstrana00"/>
        <w:rPr>
          <w:sz w:val="20"/>
        </w:rPr>
      </w:pPr>
      <w:r w:rsidRPr="00E71A8D">
        <w:rPr>
          <w:sz w:val="20"/>
        </w:rPr>
        <w:t>Viz. samostatná příloha</w:t>
      </w:r>
    </w:p>
    <w:p w:rsidR="00DD6269" w:rsidRPr="00E71A8D" w:rsidRDefault="00DD6269">
      <w:pPr>
        <w:pStyle w:val="titulnstrana00"/>
        <w:rPr>
          <w:b/>
          <w:bCs/>
        </w:rPr>
      </w:pPr>
    </w:p>
    <w:p w:rsidR="00DD6269" w:rsidRPr="00E71A8D" w:rsidRDefault="00DD6269">
      <w:pPr>
        <w:pStyle w:val="Nadpis1"/>
        <w:pageBreakBefore/>
        <w:spacing w:before="600"/>
      </w:pPr>
      <w:r w:rsidRPr="00E71A8D">
        <w:rPr>
          <w:bCs/>
        </w:rPr>
        <w:lastRenderedPageBreak/>
        <w:t>A. průvodní zpráva</w:t>
      </w:r>
    </w:p>
    <w:p w:rsidR="00DD6269" w:rsidRPr="00E71A8D" w:rsidRDefault="00DD6269">
      <w:pPr>
        <w:pStyle w:val="Nadpis4"/>
      </w:pPr>
      <w:r w:rsidRPr="00E71A8D">
        <w:t>základní identifikační údaje</w:t>
      </w:r>
    </w:p>
    <w:p w:rsidR="00DD6269" w:rsidRPr="00E71A8D" w:rsidRDefault="00DD6269">
      <w:pPr>
        <w:pStyle w:val="Normlnodsazen"/>
        <w:tabs>
          <w:tab w:val="left" w:pos="3403"/>
        </w:tabs>
        <w:ind w:left="3686" w:hanging="2949"/>
      </w:pPr>
      <w:r w:rsidRPr="00E71A8D">
        <w:t>název stavby:</w:t>
      </w:r>
      <w:r w:rsidRPr="00E71A8D">
        <w:tab/>
        <w:t xml:space="preserve">Ostrov, </w:t>
      </w:r>
      <w:r w:rsidR="00DC4C56">
        <w:t>ulice U Koupaliště (přední)</w:t>
      </w:r>
    </w:p>
    <w:p w:rsidR="00DD6269" w:rsidRPr="00E71A8D" w:rsidRDefault="00DD6269">
      <w:pPr>
        <w:tabs>
          <w:tab w:val="left" w:pos="3544"/>
        </w:tabs>
      </w:pPr>
      <w:r w:rsidRPr="00E71A8D">
        <w:tab/>
      </w:r>
      <w:r w:rsidR="00DC4C56">
        <w:t>Rekonstrukce vozovky</w:t>
      </w:r>
    </w:p>
    <w:p w:rsidR="00DD6269" w:rsidRPr="00E71A8D" w:rsidRDefault="00DD6269">
      <w:pPr>
        <w:tabs>
          <w:tab w:val="left" w:pos="3544"/>
        </w:tabs>
      </w:pPr>
      <w:r w:rsidRPr="00E71A8D">
        <w:tab/>
        <w:t>Dopravně stavební řešení</w:t>
      </w:r>
    </w:p>
    <w:p w:rsidR="00DD6269" w:rsidRPr="00E71A8D" w:rsidRDefault="00DD6269">
      <w:pPr>
        <w:tabs>
          <w:tab w:val="left" w:pos="3544"/>
        </w:tabs>
      </w:pPr>
      <w:r w:rsidRPr="00E71A8D">
        <w:tab/>
        <w:t>okres Karlovy Vary</w:t>
      </w:r>
    </w:p>
    <w:p w:rsidR="00DD6269" w:rsidRPr="00E71A8D" w:rsidRDefault="00DD6269">
      <w:pPr>
        <w:pStyle w:val="Normlnodsazen"/>
        <w:tabs>
          <w:tab w:val="left" w:pos="3403"/>
        </w:tabs>
      </w:pPr>
      <w:r w:rsidRPr="00E71A8D">
        <w:t>investor:</w:t>
      </w:r>
      <w:r w:rsidRPr="00E71A8D">
        <w:tab/>
        <w:t>Město Ostrov, zastoupené</w:t>
      </w:r>
    </w:p>
    <w:p w:rsidR="00DD6269" w:rsidRPr="00E71A8D" w:rsidRDefault="00DD6269">
      <w:pPr>
        <w:ind w:left="2832" w:firstLine="708"/>
      </w:pPr>
      <w:r w:rsidRPr="00E71A8D">
        <w:t>MěÚ Ostrov; odborem O</w:t>
      </w:r>
      <w:r w:rsidR="00874379">
        <w:t>I</w:t>
      </w:r>
    </w:p>
    <w:p w:rsidR="00DD6269" w:rsidRPr="00E71A8D" w:rsidRDefault="00DD6269">
      <w:pPr>
        <w:tabs>
          <w:tab w:val="left" w:pos="3544"/>
          <w:tab w:val="right" w:pos="9072"/>
        </w:tabs>
      </w:pPr>
      <w:r w:rsidRPr="00E71A8D">
        <w:tab/>
        <w:t>363 20 Ostrov</w:t>
      </w:r>
      <w:r w:rsidRPr="00E71A8D">
        <w:tab/>
        <w:t>IČ: 00254843</w:t>
      </w:r>
    </w:p>
    <w:p w:rsidR="00DD6269" w:rsidRPr="00E71A8D" w:rsidRDefault="00DD6269">
      <w:pPr>
        <w:tabs>
          <w:tab w:val="left" w:pos="3544"/>
        </w:tabs>
      </w:pPr>
      <w:r w:rsidRPr="00E71A8D">
        <w:tab/>
        <w:t xml:space="preserve">telefonní spojení ústř. - 353801111 </w:t>
      </w:r>
    </w:p>
    <w:p w:rsidR="00DD6269" w:rsidRPr="00E71A8D" w:rsidRDefault="00DD6269">
      <w:pPr>
        <w:tabs>
          <w:tab w:val="left" w:pos="3544"/>
        </w:tabs>
      </w:pPr>
      <w:r w:rsidRPr="00E71A8D">
        <w:tab/>
        <w:t>(</w:t>
      </w:r>
      <w:r w:rsidR="00874379">
        <w:t>ing. J</w:t>
      </w:r>
      <w:r w:rsidRPr="00E71A8D">
        <w:t xml:space="preserve">iří </w:t>
      </w:r>
      <w:r w:rsidR="00874379">
        <w:t>Šuster</w:t>
      </w:r>
      <w:r w:rsidRPr="00E71A8D">
        <w:t xml:space="preserve"> nebo pan </w:t>
      </w:r>
      <w:r w:rsidR="00DC4C56">
        <w:t>David Papánek)</w:t>
      </w:r>
    </w:p>
    <w:p w:rsidR="00DD6269" w:rsidRPr="00E71A8D" w:rsidRDefault="00DD6269">
      <w:pPr>
        <w:pStyle w:val="Normlnodsazen"/>
        <w:tabs>
          <w:tab w:val="left" w:pos="3403"/>
        </w:tabs>
      </w:pPr>
      <w:r w:rsidRPr="00E71A8D">
        <w:t>hlavní projektant:</w:t>
      </w:r>
      <w:r w:rsidRPr="00E71A8D">
        <w:tab/>
        <w:t xml:space="preserve">Ing. Martin Kohout - IMK projekt Ostrov; </w:t>
      </w:r>
    </w:p>
    <w:p w:rsidR="00DD6269" w:rsidRDefault="00DD6269" w:rsidP="00F210D0">
      <w:pPr>
        <w:tabs>
          <w:tab w:val="left" w:pos="3544"/>
          <w:tab w:val="right" w:pos="9072"/>
        </w:tabs>
        <w:ind w:left="3544" w:hanging="3544"/>
      </w:pPr>
      <w:r w:rsidRPr="00E71A8D">
        <w:tab/>
        <w:t>Klínovecká 998; 363 01 Ostrov</w:t>
      </w:r>
      <w:r w:rsidRPr="00E71A8D">
        <w:tab/>
        <w:t>IČ: 11612860</w:t>
      </w:r>
      <w:r w:rsidR="00F210D0">
        <w:t>,</w:t>
      </w:r>
    </w:p>
    <w:p w:rsidR="00F210D0" w:rsidRPr="00E71A8D" w:rsidRDefault="00F210D0" w:rsidP="00F210D0">
      <w:pPr>
        <w:tabs>
          <w:tab w:val="left" w:pos="3544"/>
          <w:tab w:val="right" w:pos="9072"/>
        </w:tabs>
        <w:ind w:left="3544" w:hanging="3544"/>
      </w:pPr>
      <w:r>
        <w:tab/>
        <w:t>Autorizace pro dopravní stavby č. 0300022</w:t>
      </w:r>
    </w:p>
    <w:p w:rsidR="00DD6269" w:rsidRPr="00E71A8D" w:rsidRDefault="00DD6269">
      <w:pPr>
        <w:tabs>
          <w:tab w:val="left" w:pos="3544"/>
        </w:tabs>
      </w:pPr>
      <w:r w:rsidRPr="00E71A8D">
        <w:tab/>
        <w:t>telefonní spojení – 353821435</w:t>
      </w:r>
    </w:p>
    <w:p w:rsidR="00DD6269" w:rsidRPr="00DC4C56" w:rsidRDefault="00DD6269">
      <w:pPr>
        <w:pStyle w:val="Normlnodsazen"/>
        <w:tabs>
          <w:tab w:val="left" w:pos="3403"/>
          <w:tab w:val="right" w:pos="9072"/>
        </w:tabs>
        <w:rPr>
          <w:vanish/>
        </w:rPr>
      </w:pPr>
      <w:r w:rsidRPr="00DC4C56">
        <w:rPr>
          <w:vanish/>
        </w:rPr>
        <w:t>dílčí projektanti:</w:t>
      </w:r>
      <w:r w:rsidRPr="00DC4C56">
        <w:rPr>
          <w:vanish/>
        </w:rPr>
        <w:tab/>
        <w:t>ALFA projekt s.r.o.</w:t>
      </w:r>
      <w:r w:rsidRPr="00DC4C56">
        <w:rPr>
          <w:vanish/>
        </w:rPr>
        <w:tab/>
        <w:t>IČ: 4535 5711</w:t>
      </w:r>
    </w:p>
    <w:p w:rsidR="00DD6269" w:rsidRPr="00DC4C56" w:rsidRDefault="00DD6269" w:rsidP="00F210D0">
      <w:pPr>
        <w:pStyle w:val="Zkladntext3"/>
        <w:tabs>
          <w:tab w:val="left" w:pos="3403"/>
        </w:tabs>
        <w:spacing w:after="0"/>
        <w:ind w:left="284"/>
        <w:rPr>
          <w:vanish/>
        </w:rPr>
      </w:pPr>
      <w:r w:rsidRPr="00DC4C56">
        <w:rPr>
          <w:vanish/>
        </w:rPr>
        <w:tab/>
        <w:t>K panelárně; 362 32 Otovice</w:t>
      </w:r>
      <w:r w:rsidRPr="00DC4C56">
        <w:rPr>
          <w:vanish/>
        </w:rPr>
        <w:tab/>
      </w:r>
    </w:p>
    <w:p w:rsidR="00F210D0" w:rsidRPr="00DC4C56" w:rsidRDefault="00F210D0">
      <w:pPr>
        <w:pStyle w:val="Zkladntext3"/>
        <w:tabs>
          <w:tab w:val="left" w:pos="3403"/>
        </w:tabs>
        <w:rPr>
          <w:vanish/>
        </w:rPr>
      </w:pPr>
      <w:r w:rsidRPr="00DC4C56">
        <w:rPr>
          <w:vanish/>
        </w:rPr>
        <w:tab/>
        <w:t xml:space="preserve">Autorizace pro vodohospodářské stavby č. </w:t>
      </w:r>
      <w:r w:rsidR="00A31588" w:rsidRPr="00DC4C56">
        <w:rPr>
          <w:vanish/>
        </w:rPr>
        <w:tab/>
      </w:r>
      <w:r w:rsidRPr="00DC4C56">
        <w:rPr>
          <w:vanish/>
        </w:rPr>
        <w:t>0300</w:t>
      </w:r>
      <w:r w:rsidR="00A31588" w:rsidRPr="00DC4C56">
        <w:rPr>
          <w:vanish/>
        </w:rPr>
        <w:t>60</w:t>
      </w:r>
      <w:r w:rsidRPr="00DC4C56">
        <w:rPr>
          <w:vanish/>
        </w:rPr>
        <w:t>2</w:t>
      </w:r>
    </w:p>
    <w:p w:rsidR="00DD6269" w:rsidRPr="00DC4C56" w:rsidRDefault="00DD6269">
      <w:pPr>
        <w:pStyle w:val="Zkladntext3"/>
        <w:tabs>
          <w:tab w:val="left" w:pos="3403"/>
          <w:tab w:val="right" w:pos="9072"/>
        </w:tabs>
        <w:spacing w:after="0"/>
        <w:ind w:left="284"/>
        <w:rPr>
          <w:vanish/>
        </w:rPr>
      </w:pPr>
      <w:r w:rsidRPr="00DC4C56">
        <w:rPr>
          <w:vanish/>
        </w:rPr>
        <w:tab/>
        <w:t>Jan Rom – projekty elektro</w:t>
      </w:r>
      <w:r w:rsidRPr="00DC4C56">
        <w:rPr>
          <w:vanish/>
        </w:rPr>
        <w:tab/>
        <w:t>IČ: 1282 4950</w:t>
      </w:r>
    </w:p>
    <w:p w:rsidR="00DD6269" w:rsidRPr="00DC4C56" w:rsidRDefault="00DD6269">
      <w:pPr>
        <w:pStyle w:val="Zkladntext3"/>
        <w:tabs>
          <w:tab w:val="left" w:pos="3403"/>
        </w:tabs>
        <w:spacing w:after="0"/>
        <w:ind w:left="284"/>
        <w:rPr>
          <w:vanish/>
        </w:rPr>
      </w:pPr>
      <w:r w:rsidRPr="00DC4C56">
        <w:rPr>
          <w:vanish/>
        </w:rPr>
        <w:tab/>
        <w:t xml:space="preserve">363 01  Ostrov, Komenského 934/24; </w:t>
      </w:r>
    </w:p>
    <w:p w:rsidR="00DD6269" w:rsidRPr="00DC4C56" w:rsidRDefault="00DD6269" w:rsidP="00A31588">
      <w:pPr>
        <w:pStyle w:val="Zkladntext3"/>
        <w:tabs>
          <w:tab w:val="left" w:pos="3403"/>
        </w:tabs>
        <w:spacing w:after="0"/>
        <w:ind w:left="284"/>
        <w:rPr>
          <w:vanish/>
        </w:rPr>
      </w:pPr>
      <w:r w:rsidRPr="00DC4C56">
        <w:rPr>
          <w:vanish/>
        </w:rPr>
        <w:tab/>
        <w:t>tel. 353842283</w:t>
      </w:r>
    </w:p>
    <w:p w:rsidR="00A31588" w:rsidRPr="00DC4C56" w:rsidRDefault="00A31588" w:rsidP="00A31588">
      <w:pPr>
        <w:pStyle w:val="Zkladntext3"/>
        <w:tabs>
          <w:tab w:val="left" w:pos="3403"/>
        </w:tabs>
        <w:rPr>
          <w:vanish/>
        </w:rPr>
      </w:pPr>
      <w:r w:rsidRPr="00DC4C56">
        <w:rPr>
          <w:vanish/>
        </w:rPr>
        <w:tab/>
        <w:t xml:space="preserve">Autorizace pro technika staveb, specializace </w:t>
      </w:r>
      <w:r w:rsidRPr="00DC4C56">
        <w:rPr>
          <w:vanish/>
        </w:rPr>
        <w:tab/>
        <w:t xml:space="preserve">elektrotechnická zařízení </w:t>
      </w:r>
      <w:r w:rsidRPr="00DC4C56">
        <w:rPr>
          <w:vanish/>
        </w:rPr>
        <w:tab/>
        <w:t>0300</w:t>
      </w:r>
      <w:r w:rsidR="006315F2" w:rsidRPr="00DC4C56">
        <w:rPr>
          <w:vanish/>
        </w:rPr>
        <w:t>1</w:t>
      </w:r>
      <w:r w:rsidRPr="00DC4C56">
        <w:rPr>
          <w:vanish/>
        </w:rPr>
        <w:t>6</w:t>
      </w:r>
      <w:r w:rsidR="006315F2" w:rsidRPr="00DC4C56">
        <w:rPr>
          <w:vanish/>
        </w:rPr>
        <w:t>9</w:t>
      </w:r>
    </w:p>
    <w:p w:rsidR="00DD6269" w:rsidRDefault="00DD6269">
      <w:pPr>
        <w:pStyle w:val="Normlnodsazen"/>
        <w:tabs>
          <w:tab w:val="left" w:pos="3403"/>
        </w:tabs>
        <w:ind w:left="3402" w:hanging="2665"/>
      </w:pPr>
      <w:r w:rsidRPr="00E71A8D">
        <w:t>charakter stavby:</w:t>
      </w:r>
      <w:r w:rsidRPr="00E71A8D">
        <w:tab/>
      </w:r>
      <w:r w:rsidR="00DC4C56">
        <w:t>rekonstrukce vozovky, obnova konstrukční skladby vozovky a chodníků</w:t>
      </w:r>
    </w:p>
    <w:p w:rsidR="006315F2" w:rsidRPr="00E71A8D" w:rsidRDefault="006315F2">
      <w:pPr>
        <w:pStyle w:val="Normlnodsazen"/>
        <w:tabs>
          <w:tab w:val="left" w:pos="3403"/>
        </w:tabs>
        <w:ind w:left="3402" w:hanging="2665"/>
      </w:pPr>
      <w:r>
        <w:t>účel využití stavby:</w:t>
      </w:r>
      <w:r>
        <w:tab/>
      </w:r>
      <w:r w:rsidR="00DC4C56">
        <w:t>obslužná a přístupová komunikace</w:t>
      </w:r>
    </w:p>
    <w:p w:rsidR="00DD6269" w:rsidRDefault="00DD6269" w:rsidP="00F210D0">
      <w:pPr>
        <w:pStyle w:val="Normlnodsazen"/>
        <w:tabs>
          <w:tab w:val="left" w:pos="3403"/>
        </w:tabs>
        <w:ind w:left="3402" w:hanging="2665"/>
      </w:pPr>
      <w:r w:rsidRPr="00E71A8D">
        <w:t>stupeň dokumentace:</w:t>
      </w:r>
      <w:r w:rsidRPr="00E71A8D">
        <w:tab/>
      </w:r>
      <w:r w:rsidR="00874379">
        <w:t xml:space="preserve">pro </w:t>
      </w:r>
      <w:r w:rsidR="001D3B8C">
        <w:t>stavební povolení</w:t>
      </w:r>
      <w:r w:rsidR="00F210D0">
        <w:t xml:space="preserve"> </w:t>
      </w:r>
    </w:p>
    <w:p w:rsidR="00DC4C56" w:rsidRPr="006126ED" w:rsidRDefault="00DC4C56" w:rsidP="00DC4C56">
      <w:pPr>
        <w:pStyle w:val="Normlnodsazen"/>
        <w:tabs>
          <w:tab w:val="left" w:pos="3403"/>
        </w:tabs>
        <w:ind w:left="3402" w:hanging="2665"/>
        <w:rPr>
          <w:rFonts w:cs="Arial"/>
        </w:rPr>
      </w:pPr>
      <w:r w:rsidRPr="006126ED">
        <w:t>členění dokumentace:</w:t>
      </w:r>
      <w:r w:rsidRPr="006126ED">
        <w:tab/>
      </w:r>
      <w:r w:rsidRPr="006126ED">
        <w:rPr>
          <w:rFonts w:cs="Arial"/>
        </w:rPr>
        <w:t>výkresová a přílohová část je členěna dle vyhl.146/2008Sb.</w:t>
      </w:r>
      <w:r w:rsidRPr="00487826">
        <w:t xml:space="preserve"> </w:t>
      </w:r>
      <w:r>
        <w:t>(členění dle přílohy č. 8 vyhlášky, v kontextu s vyhláškou č. 499/2006Sb., pro dopravní stavby)</w:t>
      </w:r>
    </w:p>
    <w:p w:rsidR="00DD6269" w:rsidRPr="00E71A8D" w:rsidRDefault="00DD6269" w:rsidP="00F210D0">
      <w:pPr>
        <w:pStyle w:val="Normlnodsazen"/>
        <w:tabs>
          <w:tab w:val="left" w:pos="3403"/>
        </w:tabs>
        <w:ind w:left="3402" w:hanging="2665"/>
      </w:pPr>
      <w:r w:rsidRPr="00E71A8D">
        <w:t>vyšší dodavatel:</w:t>
      </w:r>
      <w:r w:rsidRPr="00E71A8D">
        <w:tab/>
        <w:t>vzejde z výběrového řízení</w:t>
      </w:r>
      <w:r w:rsidR="00F210D0">
        <w:t xml:space="preserve"> </w:t>
      </w:r>
    </w:p>
    <w:p w:rsidR="00DD6269" w:rsidRPr="00874379" w:rsidRDefault="00DD6269">
      <w:pPr>
        <w:rPr>
          <w:color w:val="FF0000"/>
          <w:sz w:val="20"/>
        </w:rPr>
      </w:pPr>
    </w:p>
    <w:p w:rsidR="00513B98" w:rsidRPr="006126ED" w:rsidRDefault="00513B98" w:rsidP="00513B98">
      <w:pPr>
        <w:pStyle w:val="Nadpis4"/>
      </w:pPr>
      <w:r w:rsidRPr="006126ED">
        <w:t>majetkoprávní vztahy</w:t>
      </w:r>
    </w:p>
    <w:p w:rsidR="00513B98" w:rsidRPr="006126ED" w:rsidRDefault="00513B98" w:rsidP="00513B98">
      <w:pPr>
        <w:pStyle w:val="Normlnodsazen"/>
      </w:pPr>
      <w:r>
        <w:t xml:space="preserve">Obnova konstrukce vozovky a chodníku </w:t>
      </w:r>
      <w:r w:rsidR="00DE5AB7">
        <w:t xml:space="preserve">v zadaném rozsahu </w:t>
      </w:r>
      <w:r>
        <w:t xml:space="preserve">proběhne na </w:t>
      </w:r>
      <w:r w:rsidRPr="006126ED">
        <w:t>veřejných plochách v majetku Města</w:t>
      </w:r>
      <w:r>
        <w:t xml:space="preserve"> Ostrova</w:t>
      </w:r>
      <w:r w:rsidRPr="006126ED">
        <w:t xml:space="preserve"> (viz. snímek a výpis z KN), katastrální území – </w:t>
      </w:r>
      <w:r>
        <w:t>Ostrov nad Ohří</w:t>
      </w:r>
      <w:r w:rsidRPr="006126ED">
        <w:t>:</w:t>
      </w:r>
    </w:p>
    <w:p w:rsidR="00513B98" w:rsidRDefault="00513B98" w:rsidP="00513B98">
      <w:pPr>
        <w:pStyle w:val="Normlnodsazen"/>
      </w:pPr>
      <w:r w:rsidRPr="006126ED">
        <w:t xml:space="preserve">p.p.č. </w:t>
      </w:r>
      <w:r>
        <w:t>224</w:t>
      </w:r>
      <w:r w:rsidRPr="006126ED">
        <w:t>/</w:t>
      </w:r>
      <w:r>
        <w:t xml:space="preserve">338 </w:t>
      </w:r>
      <w:r w:rsidRPr="006126ED">
        <w:t xml:space="preserve">(ostatní plocha, </w:t>
      </w:r>
      <w:r>
        <w:t>ostatní komunikace</w:t>
      </w:r>
      <w:r w:rsidRPr="006126ED">
        <w:t>)</w:t>
      </w:r>
      <w:r w:rsidRPr="00711352">
        <w:t xml:space="preserve"> </w:t>
      </w:r>
      <w:r w:rsidRPr="006126ED">
        <w:t xml:space="preserve">ve vlastnictví Města </w:t>
      </w:r>
    </w:p>
    <w:p w:rsidR="00513B98" w:rsidRDefault="00513B98" w:rsidP="00513B98">
      <w:pPr>
        <w:pStyle w:val="Normlnodsazen"/>
      </w:pPr>
      <w:r w:rsidRPr="006126ED">
        <w:t xml:space="preserve">p.p.č. </w:t>
      </w:r>
      <w:r>
        <w:t>224/339, 224//352 (</w:t>
      </w:r>
      <w:r w:rsidRPr="006126ED">
        <w:t xml:space="preserve">ostatní plocha, </w:t>
      </w:r>
      <w:r>
        <w:t>zeleň</w:t>
      </w:r>
      <w:r w:rsidRPr="006126ED">
        <w:t>)</w:t>
      </w:r>
      <w:r w:rsidRPr="00711352">
        <w:t xml:space="preserve"> </w:t>
      </w:r>
      <w:r w:rsidRPr="006126ED">
        <w:t>ve vlastnictví Města</w:t>
      </w:r>
    </w:p>
    <w:p w:rsidR="00DD6269" w:rsidRPr="00E71A8D" w:rsidRDefault="00DD6269">
      <w:pPr>
        <w:pStyle w:val="Normlnodsazen"/>
      </w:pPr>
    </w:p>
    <w:p w:rsidR="00DD6269" w:rsidRPr="00E71A8D" w:rsidRDefault="00DD6269"/>
    <w:p w:rsidR="00DD6269" w:rsidRDefault="00DD6269">
      <w:pPr>
        <w:pStyle w:val="Normlnodsazen"/>
      </w:pPr>
      <w:r w:rsidRPr="00E71A8D">
        <w:lastRenderedPageBreak/>
        <w:t>Sousední bytové domy</w:t>
      </w:r>
      <w:r w:rsidR="00DD2815">
        <w:t xml:space="preserve"> a jiné pozemky</w:t>
      </w:r>
      <w:r w:rsidRPr="00E71A8D">
        <w:t xml:space="preserve"> jsou vesměs v soukromém vlastnictví, stavební práce se jich ale přímo nedotýkají</w:t>
      </w:r>
      <w:r w:rsidR="0018535E">
        <w:t>.</w:t>
      </w:r>
      <w:r w:rsidR="002E271D">
        <w:t xml:space="preserve"> </w:t>
      </w:r>
    </w:p>
    <w:p w:rsidR="00DD6269" w:rsidRPr="00E71A8D" w:rsidRDefault="00DD6269">
      <w:pPr>
        <w:pStyle w:val="Nadpis4"/>
      </w:pPr>
      <w:r w:rsidRPr="00E71A8D">
        <w:t>Průzkumy a výchozí podklady</w:t>
      </w:r>
    </w:p>
    <w:p w:rsidR="00DD6269" w:rsidRPr="00E71A8D" w:rsidRDefault="00DD6269">
      <w:pPr>
        <w:pStyle w:val="Seznamsodrkami2"/>
        <w:numPr>
          <w:ilvl w:val="0"/>
          <w:numId w:val="2"/>
        </w:numPr>
      </w:pPr>
      <w:r w:rsidRPr="00E71A8D">
        <w:t>zaměření daného prostoru (M 1 : 5</w:t>
      </w:r>
      <w:r w:rsidR="006C7848">
        <w:t>0</w:t>
      </w:r>
      <w:r w:rsidRPr="00E71A8D">
        <w:t>0)</w:t>
      </w:r>
    </w:p>
    <w:p w:rsidR="00DD6269" w:rsidRPr="00E71A8D" w:rsidRDefault="00DD6269">
      <w:pPr>
        <w:pStyle w:val="Seznamsodrkami2"/>
        <w:numPr>
          <w:ilvl w:val="0"/>
          <w:numId w:val="2"/>
        </w:numPr>
      </w:pPr>
      <w:r w:rsidRPr="00E71A8D">
        <w:t>základní katastrální údaje</w:t>
      </w:r>
    </w:p>
    <w:p w:rsidR="00DD6269" w:rsidRPr="00E71A8D" w:rsidRDefault="00DD6269">
      <w:pPr>
        <w:pStyle w:val="Seznamsodrkami2"/>
        <w:numPr>
          <w:ilvl w:val="0"/>
          <w:numId w:val="2"/>
        </w:numPr>
      </w:pPr>
      <w:r w:rsidRPr="00E71A8D">
        <w:t>informace o průběhu inženýrských sítí</w:t>
      </w:r>
    </w:p>
    <w:p w:rsidR="00DD6269" w:rsidRPr="00E71A8D" w:rsidRDefault="00DD6269">
      <w:pPr>
        <w:pStyle w:val="Nadpis4"/>
      </w:pPr>
      <w:r w:rsidRPr="00E71A8D">
        <w:t>Seznam použitých norem:</w:t>
      </w:r>
    </w:p>
    <w:p w:rsidR="00DD6269" w:rsidRPr="00E71A8D" w:rsidRDefault="00DD6269" w:rsidP="00DC4C56">
      <w:pPr>
        <w:tabs>
          <w:tab w:val="left" w:pos="1985"/>
        </w:tabs>
      </w:pPr>
      <w:r w:rsidRPr="00E71A8D">
        <w:t>ČSN 736100</w:t>
      </w:r>
      <w:r w:rsidRPr="00E71A8D">
        <w:tab/>
        <w:t>Názvosloví silničních komunikací</w:t>
      </w:r>
    </w:p>
    <w:p w:rsidR="00DD6269" w:rsidRPr="00E71A8D" w:rsidRDefault="00DD6269" w:rsidP="00DC4C56">
      <w:pPr>
        <w:tabs>
          <w:tab w:val="left" w:pos="1985"/>
        </w:tabs>
      </w:pPr>
      <w:r w:rsidRPr="00E71A8D">
        <w:t>ČSN 73 6101</w:t>
      </w:r>
      <w:r w:rsidRPr="00E71A8D">
        <w:tab/>
        <w:t>Projektování silnic a dálnic</w:t>
      </w:r>
    </w:p>
    <w:p w:rsidR="00DD6269" w:rsidRPr="00E71A8D" w:rsidRDefault="00DD6269" w:rsidP="00DC4C56">
      <w:pPr>
        <w:tabs>
          <w:tab w:val="left" w:pos="1985"/>
        </w:tabs>
      </w:pPr>
      <w:r w:rsidRPr="00E71A8D">
        <w:t>ČSN 73 6102</w:t>
      </w:r>
      <w:r w:rsidRPr="00E71A8D">
        <w:tab/>
        <w:t>Projektování křižovatek na silnicích</w:t>
      </w:r>
    </w:p>
    <w:p w:rsidR="00DD6269" w:rsidRPr="00E71A8D" w:rsidRDefault="00DD6269" w:rsidP="00DC4C56">
      <w:pPr>
        <w:tabs>
          <w:tab w:val="left" w:pos="1985"/>
        </w:tabs>
      </w:pPr>
      <w:r w:rsidRPr="00E71A8D">
        <w:t>ČSN 73 6110</w:t>
      </w:r>
      <w:r w:rsidRPr="00E71A8D">
        <w:tab/>
        <w:t>Projektování místních komunikací</w:t>
      </w:r>
    </w:p>
    <w:p w:rsidR="00DD6269" w:rsidRPr="00E71A8D" w:rsidRDefault="00DD6269" w:rsidP="00DC4C56">
      <w:pPr>
        <w:tabs>
          <w:tab w:val="left" w:pos="1985"/>
        </w:tabs>
      </w:pPr>
      <w:r w:rsidRPr="00E71A8D">
        <w:t>ČSN 73 3050</w:t>
      </w:r>
      <w:r w:rsidRPr="00E71A8D">
        <w:tab/>
        <w:t>Zemní práce</w:t>
      </w:r>
    </w:p>
    <w:p w:rsidR="00DD6269" w:rsidRPr="00E71A8D" w:rsidRDefault="00DD6269" w:rsidP="00DC4C56">
      <w:pPr>
        <w:tabs>
          <w:tab w:val="left" w:pos="1985"/>
        </w:tabs>
      </w:pPr>
      <w:r w:rsidRPr="00E71A8D">
        <w:t>ČSN 73 6056</w:t>
      </w:r>
      <w:r w:rsidRPr="00E71A8D">
        <w:tab/>
        <w:t>Odstavné a parkovací plochy</w:t>
      </w:r>
    </w:p>
    <w:p w:rsidR="00DD6269" w:rsidRPr="00E71A8D" w:rsidRDefault="00DD6269" w:rsidP="00DC4C56">
      <w:pPr>
        <w:tabs>
          <w:tab w:val="left" w:pos="1985"/>
        </w:tabs>
      </w:pPr>
      <w:r w:rsidRPr="00E71A8D">
        <w:t>ČSN 30 0026</w:t>
      </w:r>
      <w:r w:rsidRPr="00E71A8D">
        <w:tab/>
        <w:t>Rozměry vozidel</w:t>
      </w:r>
    </w:p>
    <w:p w:rsidR="00DD6269" w:rsidRPr="00E71A8D" w:rsidRDefault="00DD6269" w:rsidP="00DC4C56">
      <w:pPr>
        <w:tabs>
          <w:tab w:val="left" w:pos="1985"/>
        </w:tabs>
      </w:pPr>
      <w:r w:rsidRPr="00E71A8D">
        <w:t>ČSN 01 8020</w:t>
      </w:r>
      <w:r w:rsidRPr="00E71A8D">
        <w:tab/>
        <w:t>Dopravní značky na pozemních komunikacích</w:t>
      </w:r>
    </w:p>
    <w:p w:rsidR="00DD6269" w:rsidRPr="00E71A8D" w:rsidRDefault="00DD6269" w:rsidP="00DC4C56">
      <w:pPr>
        <w:tabs>
          <w:tab w:val="left" w:pos="1985"/>
        </w:tabs>
      </w:pPr>
      <w:r w:rsidRPr="00E71A8D">
        <w:t>ČSN 01 6005</w:t>
      </w:r>
      <w:r w:rsidRPr="00E71A8D">
        <w:tab/>
        <w:t>Prostorové uspořádání sítí technického vybavení</w:t>
      </w:r>
    </w:p>
    <w:p w:rsidR="00DD6269" w:rsidRPr="00E71A8D" w:rsidRDefault="00DD6269" w:rsidP="00DC4C56">
      <w:pPr>
        <w:tabs>
          <w:tab w:val="left" w:pos="1985"/>
        </w:tabs>
      </w:pPr>
      <w:r w:rsidRPr="00E71A8D">
        <w:t xml:space="preserve">ČSN EN 12899 </w:t>
      </w:r>
      <w:r w:rsidRPr="00E71A8D">
        <w:tab/>
        <w:t>1 Stálé svislé dopravní značení. Část 1: Stálé dopravní značky,</w:t>
      </w:r>
    </w:p>
    <w:p w:rsidR="00DD6269" w:rsidRPr="00E71A8D" w:rsidRDefault="00DD6269" w:rsidP="00DC4C56">
      <w:pPr>
        <w:tabs>
          <w:tab w:val="left" w:pos="1985"/>
          <w:tab w:val="left" w:pos="2160"/>
        </w:tabs>
      </w:pPr>
      <w:r w:rsidRPr="00E71A8D">
        <w:t xml:space="preserve">ČSN EN 1436 </w:t>
      </w:r>
      <w:r w:rsidRPr="00E71A8D">
        <w:tab/>
        <w:t>Vodorovné dopravní značení - požadavky na dopravní značení</w:t>
      </w:r>
    </w:p>
    <w:p w:rsidR="00DD6269" w:rsidRPr="00E71A8D" w:rsidRDefault="00DD6269">
      <w:pPr>
        <w:tabs>
          <w:tab w:val="left" w:pos="2160"/>
        </w:tabs>
      </w:pPr>
    </w:p>
    <w:p w:rsidR="00DD6269" w:rsidRPr="00E71A8D" w:rsidRDefault="00DD6269">
      <w:pPr>
        <w:pStyle w:val="Nadpis4"/>
      </w:pPr>
      <w:r w:rsidRPr="00E71A8D">
        <w:t>Platné zákony a jejich prováděcí vyhlášky, zejména:</w:t>
      </w:r>
    </w:p>
    <w:p w:rsidR="00DD6269" w:rsidRPr="00E71A8D" w:rsidRDefault="00DD6269">
      <w:pPr>
        <w:pStyle w:val="Zkladntextodsazen"/>
        <w:ind w:left="3060" w:hanging="3060"/>
      </w:pPr>
      <w:r w:rsidRPr="00E71A8D">
        <w:t>zákon č. 13/1997 Sb.</w:t>
      </w:r>
      <w:r w:rsidRPr="00E71A8D">
        <w:tab/>
        <w:t>o pozemních komunikacích, ve znění pozdějších předpisů,</w:t>
      </w:r>
    </w:p>
    <w:p w:rsidR="00DD6269" w:rsidRPr="00E71A8D" w:rsidRDefault="00DD6269" w:rsidP="00E71A8D">
      <w:pPr>
        <w:spacing w:after="120"/>
        <w:ind w:left="3062" w:hanging="3062"/>
      </w:pPr>
      <w:r w:rsidRPr="00E71A8D">
        <w:t>Vyhláška č.104/1997Sb.</w:t>
      </w:r>
      <w:r w:rsidRPr="00E71A8D">
        <w:tab/>
        <w:t>kterou se provádí zákon o pozemních komunikacích</w:t>
      </w:r>
    </w:p>
    <w:p w:rsidR="00E71A8D" w:rsidRPr="00E71A8D" w:rsidRDefault="00E71A8D" w:rsidP="00E71A8D">
      <w:pPr>
        <w:pStyle w:val="Zkladntextodsazen"/>
        <w:ind w:left="3060" w:hanging="3060"/>
      </w:pPr>
      <w:r w:rsidRPr="00E71A8D">
        <w:t>Vyhláška č.398/2009Sb.</w:t>
      </w:r>
      <w:r w:rsidRPr="00E71A8D">
        <w:tab/>
        <w:t>o technických požadavcích zabezpečujících bezbariérové užívání staveb</w:t>
      </w:r>
    </w:p>
    <w:p w:rsidR="00DD6269" w:rsidRPr="00E71A8D" w:rsidRDefault="00DD6269">
      <w:pPr>
        <w:pStyle w:val="Zkladntextodsazen"/>
        <w:ind w:left="3060" w:hanging="3060"/>
      </w:pPr>
      <w:r w:rsidRPr="00E71A8D">
        <w:t>zákon č. 361/2000 Sb. o provozu na pozemních komunikacích a o změnách některých zákonů, ve znění pozdějších předpisů,</w:t>
      </w:r>
    </w:p>
    <w:p w:rsidR="00DD6269" w:rsidRPr="00E71A8D" w:rsidRDefault="00DD6269">
      <w:pPr>
        <w:pStyle w:val="Zkladntextodsazen"/>
        <w:ind w:left="3060" w:hanging="3060"/>
      </w:pPr>
      <w:r w:rsidRPr="00E71A8D">
        <w:t>vyhláška č. 30/2001Sb.</w:t>
      </w:r>
      <w:r w:rsidRPr="00E71A8D">
        <w:tab/>
        <w:t>kterou se provádějí pravidla provozu na pozemních komunikacích a úprava a řízení provozu na pozemních komunikacích, ve znění pozdějších předpisů,</w:t>
      </w:r>
    </w:p>
    <w:p w:rsidR="00DD6269" w:rsidRPr="00E71A8D" w:rsidRDefault="00DD6269">
      <w:pPr>
        <w:pStyle w:val="Zkladntextodsazen"/>
        <w:ind w:left="3060" w:hanging="3060"/>
      </w:pPr>
      <w:r w:rsidRPr="00E71A8D">
        <w:t>zákon č. 56/2001Sb.</w:t>
      </w:r>
      <w:r w:rsidRPr="00E71A8D">
        <w:tab/>
        <w:t xml:space="preserve">o podmínkách provozu vozidel na pozemních komunikacích, a o změně zákona </w:t>
      </w:r>
    </w:p>
    <w:p w:rsidR="00DD6269" w:rsidRPr="00E71A8D" w:rsidRDefault="00DD6269">
      <w:pPr>
        <w:pStyle w:val="Zkladntextodsazen"/>
        <w:ind w:left="3060" w:hanging="3060"/>
      </w:pPr>
      <w:r w:rsidRPr="00E71A8D">
        <w:t>vyhláška č. 341/2002Sb. o schvalování technické způsobilosti a technických podmínkách provozu vozidel na pozemních komunikacích, ve znění pozdějších předpisů</w:t>
      </w:r>
    </w:p>
    <w:p w:rsidR="00DD6269" w:rsidRPr="00E71A8D" w:rsidRDefault="00DD6269">
      <w:pPr>
        <w:pStyle w:val="Nadpis4"/>
      </w:pPr>
      <w:r w:rsidRPr="00E71A8D">
        <w:t>Technické průvodce:</w:t>
      </w:r>
    </w:p>
    <w:p w:rsidR="00DD6269" w:rsidRPr="00E71A8D" w:rsidRDefault="00DD6269">
      <w:pPr>
        <w:pStyle w:val="Zkladntextodsazen"/>
        <w:ind w:left="1621" w:hanging="1440"/>
      </w:pPr>
      <w:r w:rsidRPr="00E71A8D">
        <w:t xml:space="preserve">TP 65 </w:t>
      </w:r>
      <w:r w:rsidRPr="00E71A8D">
        <w:tab/>
        <w:t>Zásady pro dopravní značení na pozemních komunikacích,</w:t>
      </w:r>
    </w:p>
    <w:p w:rsidR="00DD6269" w:rsidRPr="00E71A8D" w:rsidRDefault="00DD6269">
      <w:pPr>
        <w:pStyle w:val="Zkladntextodsazen"/>
        <w:ind w:left="1621" w:hanging="1440"/>
      </w:pPr>
      <w:r w:rsidRPr="00E71A8D">
        <w:t xml:space="preserve">TP 66 </w:t>
      </w:r>
      <w:r w:rsidRPr="00E71A8D">
        <w:tab/>
        <w:t>Zásady pro označování pracovních míst na pozemních komunikacích,</w:t>
      </w:r>
    </w:p>
    <w:p w:rsidR="00DD6269" w:rsidRPr="00E71A8D" w:rsidRDefault="00DD6269">
      <w:pPr>
        <w:pStyle w:val="Zkladntextodsazen"/>
        <w:ind w:left="1621" w:hanging="1440"/>
      </w:pPr>
      <w:r w:rsidRPr="00E71A8D">
        <w:t xml:space="preserve">TP 85 </w:t>
      </w:r>
      <w:r w:rsidRPr="00E71A8D">
        <w:tab/>
        <w:t>Zpomalovací prahy,</w:t>
      </w:r>
    </w:p>
    <w:p w:rsidR="00DD6269" w:rsidRPr="00E71A8D" w:rsidRDefault="00DD6269">
      <w:pPr>
        <w:pStyle w:val="Zkladntextodsazen"/>
        <w:ind w:left="1621" w:hanging="1440"/>
      </w:pPr>
      <w:r w:rsidRPr="00E71A8D">
        <w:t xml:space="preserve">TP 103 </w:t>
      </w:r>
      <w:r w:rsidRPr="00E71A8D">
        <w:tab/>
        <w:t>Navrhování obytných zón</w:t>
      </w:r>
    </w:p>
    <w:p w:rsidR="00DD6269" w:rsidRPr="00E71A8D" w:rsidRDefault="00DD6269">
      <w:pPr>
        <w:pStyle w:val="Zkladntextodsazen"/>
        <w:ind w:left="1621" w:hanging="1440"/>
      </w:pPr>
      <w:r w:rsidRPr="00E71A8D">
        <w:t>TP 100</w:t>
      </w:r>
      <w:r w:rsidRPr="00E71A8D">
        <w:tab/>
        <w:t>Zásady pro orientační dopravní značení na pozemních komunikacích</w:t>
      </w:r>
    </w:p>
    <w:p w:rsidR="00DD6269" w:rsidRPr="00E71A8D" w:rsidRDefault="00DD6269">
      <w:pPr>
        <w:pStyle w:val="Zkladntextodsazen"/>
        <w:ind w:left="1621" w:hanging="1440"/>
      </w:pPr>
      <w:r w:rsidRPr="00E71A8D">
        <w:lastRenderedPageBreak/>
        <w:t>TP 117</w:t>
      </w:r>
      <w:r w:rsidRPr="00E71A8D">
        <w:tab/>
        <w:t xml:space="preserve"> Zásady pro informační orientační značeni na pozemních komunikacích</w:t>
      </w:r>
    </w:p>
    <w:p w:rsidR="00DD6269" w:rsidRPr="00E71A8D" w:rsidRDefault="00DD6269">
      <w:pPr>
        <w:pStyle w:val="Zkladntextodsazen"/>
        <w:ind w:left="1621" w:hanging="1440"/>
      </w:pPr>
      <w:r w:rsidRPr="00E71A8D">
        <w:t xml:space="preserve">TP 133 </w:t>
      </w:r>
      <w:r w:rsidRPr="00E71A8D">
        <w:tab/>
        <w:t>Zásady pro vodorovné dopravní značeni na pozemních komunikacích</w:t>
      </w:r>
    </w:p>
    <w:p w:rsidR="00DD6269" w:rsidRPr="00E71A8D" w:rsidRDefault="00DD6269"/>
    <w:p w:rsidR="00DD6269" w:rsidRPr="00E71A8D" w:rsidRDefault="00DD6269">
      <w:pPr>
        <w:pStyle w:val="Nadpis4"/>
      </w:pPr>
      <w:r w:rsidRPr="00E71A8D">
        <w:t>splnění požadavků dotčených orgánů</w:t>
      </w:r>
    </w:p>
    <w:p w:rsidR="00DD6269" w:rsidRPr="00E71A8D" w:rsidRDefault="00DD6269">
      <w:pPr>
        <w:pStyle w:val="Normlnodsazen"/>
      </w:pPr>
      <w:r w:rsidRPr="00E71A8D">
        <w:t>Veškeré připomínky orgánů státní správy byly zapracovány do dokumentace.</w:t>
      </w:r>
    </w:p>
    <w:p w:rsidR="00DD6269" w:rsidRPr="00E71A8D" w:rsidRDefault="00DD6269">
      <w:pPr>
        <w:pStyle w:val="Nadpis4"/>
      </w:pPr>
      <w:r w:rsidRPr="00E71A8D">
        <w:t>související a podmiňující stavby</w:t>
      </w:r>
    </w:p>
    <w:p w:rsidR="00DD6269" w:rsidRPr="00E71A8D" w:rsidRDefault="00DD6269">
      <w:pPr>
        <w:pStyle w:val="Normlnodsazen"/>
      </w:pPr>
      <w:r w:rsidRPr="00E71A8D">
        <w:t>Stavba nemá podmiňující investice.</w:t>
      </w:r>
    </w:p>
    <w:p w:rsidR="00DD6269" w:rsidRPr="00E71A8D" w:rsidRDefault="00DD6269">
      <w:pPr>
        <w:pStyle w:val="Nadpis4"/>
      </w:pPr>
      <w:r w:rsidRPr="00E71A8D">
        <w:t>související a podmiňující omezení</w:t>
      </w:r>
    </w:p>
    <w:p w:rsidR="006745FC" w:rsidRPr="006126ED" w:rsidRDefault="006745FC" w:rsidP="006745FC">
      <w:pPr>
        <w:pStyle w:val="Normlnodsazen"/>
      </w:pPr>
      <w:r w:rsidRPr="006126ED">
        <w:t xml:space="preserve">stavba nemá žádná omezení </w:t>
      </w:r>
    </w:p>
    <w:p w:rsidR="00DD6269" w:rsidRPr="00E71A8D" w:rsidRDefault="00DD6269">
      <w:pPr>
        <w:pStyle w:val="Nadpis4"/>
      </w:pPr>
      <w:r w:rsidRPr="00E71A8D">
        <w:t>lhůty výstavby</w:t>
      </w:r>
    </w:p>
    <w:p w:rsidR="00DD6269" w:rsidRPr="00E71A8D" w:rsidRDefault="00DD6269">
      <w:pPr>
        <w:pStyle w:val="Normlnodsazen"/>
        <w:tabs>
          <w:tab w:val="left" w:pos="3403"/>
        </w:tabs>
      </w:pPr>
      <w:r w:rsidRPr="00E71A8D">
        <w:t>lhůta výstavby:</w:t>
      </w:r>
      <w:r w:rsidRPr="00E71A8D">
        <w:tab/>
        <w:t xml:space="preserve">maximálně </w:t>
      </w:r>
      <w:r w:rsidR="006C7848">
        <w:t>12</w:t>
      </w:r>
      <w:r w:rsidRPr="00E71A8D">
        <w:t xml:space="preserve"> týdn</w:t>
      </w:r>
      <w:r w:rsidR="006C7848">
        <w:t>ů</w:t>
      </w:r>
    </w:p>
    <w:p w:rsidR="00DD6269" w:rsidRPr="00E71A8D" w:rsidRDefault="00DD6269">
      <w:pPr>
        <w:pStyle w:val="Normlnodsazen"/>
        <w:tabs>
          <w:tab w:val="left" w:pos="3403"/>
        </w:tabs>
        <w:ind w:right="-2"/>
      </w:pPr>
      <w:r w:rsidRPr="00E71A8D">
        <w:t>zahájení stavby:</w:t>
      </w:r>
      <w:r w:rsidRPr="00E71A8D">
        <w:tab/>
        <w:t>není určeno (optimální doba je jaro, léto 201</w:t>
      </w:r>
      <w:r w:rsidR="006745FC">
        <w:t>6</w:t>
      </w:r>
      <w:r w:rsidRPr="00E71A8D">
        <w:t>)</w:t>
      </w:r>
    </w:p>
    <w:p w:rsidR="00DD6269" w:rsidRDefault="00DD6269">
      <w:pPr>
        <w:pStyle w:val="Normlnodsazen"/>
        <w:tabs>
          <w:tab w:val="left" w:pos="3403"/>
        </w:tabs>
      </w:pPr>
      <w:r w:rsidRPr="00E71A8D">
        <w:t>dokončení stavby:</w:t>
      </w:r>
      <w:r w:rsidRPr="00E71A8D">
        <w:tab/>
        <w:t>nejpozději podzim v roce 201</w:t>
      </w:r>
      <w:r w:rsidR="006745FC">
        <w:t>7</w:t>
      </w:r>
    </w:p>
    <w:p w:rsidR="006745FC" w:rsidRPr="00E71A8D" w:rsidRDefault="006745FC">
      <w:pPr>
        <w:pStyle w:val="Normlnodsazen"/>
        <w:tabs>
          <w:tab w:val="left" w:pos="3403"/>
        </w:tabs>
      </w:pPr>
    </w:p>
    <w:p w:rsidR="006745FC" w:rsidRPr="006126ED" w:rsidRDefault="006745FC" w:rsidP="006745FC">
      <w:pPr>
        <w:pStyle w:val="Zkladntextodsazen2"/>
      </w:pPr>
      <w:r w:rsidRPr="006126ED">
        <w:rPr>
          <w:b/>
          <w:bCs/>
        </w:rPr>
        <w:t>kontrolní prohlídky:</w:t>
      </w:r>
      <w:r w:rsidRPr="006126ED">
        <w:tab/>
        <w:t xml:space="preserve">podmínkou výstavby, v souladu se zákonem č. 183/2006 Sb. „O územním plánování a stavebním řádu“, stavební zákon, jsou i kontrolní prohlídky tak, jak toto upravuje § 132 a 136. Zejména je nutno, aby investor, případně stavební dozor, pozval zástupce stavebního úřadu. </w:t>
      </w:r>
    </w:p>
    <w:p w:rsidR="006745FC" w:rsidRPr="006126ED" w:rsidRDefault="006745FC" w:rsidP="006745FC">
      <w:pPr>
        <w:pStyle w:val="Normlnodsazen"/>
      </w:pPr>
      <w:r w:rsidRPr="006126ED">
        <w:t>Stavební úřad provádí kontrolní prohlídku rozestavěné stavby ve fázi uvedené v podmínkách stavebního povolení a dle plánu kontrolních prohlídek stavby, případně před vydáním kolaudačního souhlasu a v případech, kdy má být nařízeno neodkladné odstranění stavby, nutné zabezpečovací práce, nezbytné úpravy nebo vyklizení stavby; může provést kontrolní prohlídku též u nařízených udržovacích prací, u odstraňované stavby a v jiných případech, kdy je to pro plnění úkolů stavebního řádu potřebné.</w:t>
      </w:r>
    </w:p>
    <w:p w:rsidR="006745FC" w:rsidRPr="006126ED" w:rsidRDefault="006745FC" w:rsidP="006745FC">
      <w:pPr>
        <w:pStyle w:val="Normlnodsazen"/>
      </w:pPr>
      <w:r w:rsidRPr="006126ED">
        <w:t>V našem případě je nutno, aby byl vyzván stavební úřad ke kontrolní prohlídce zejména při přebírání pláně vozovek a dále pak i jednotlivých podkladních vrstev, případně dalších nosných konstrukcí silničního tělesa.</w:t>
      </w:r>
    </w:p>
    <w:p w:rsidR="006745FC" w:rsidRPr="006126ED" w:rsidRDefault="006745FC" w:rsidP="006745FC">
      <w:pPr>
        <w:pStyle w:val="Normlnodsazen"/>
      </w:pPr>
      <w:r w:rsidRPr="006126ED">
        <w:t>U inženýrských sítí pak v okamžiku před zásypem kabelů nebo trubních rozvodů.</w:t>
      </w:r>
    </w:p>
    <w:p w:rsidR="00DD6269" w:rsidRPr="00E71A8D" w:rsidRDefault="00DD6269">
      <w:pPr>
        <w:pStyle w:val="Nadpis4"/>
      </w:pPr>
      <w:r w:rsidRPr="00E71A8D">
        <w:t>statistické údaje</w:t>
      </w:r>
      <w:r w:rsidR="00504E7B">
        <w:t>, navrhované kapacity</w:t>
      </w:r>
    </w:p>
    <w:p w:rsidR="006745FC" w:rsidRPr="0006386A" w:rsidRDefault="006745FC" w:rsidP="006745FC">
      <w:pPr>
        <w:pStyle w:val="Normlnodsazen"/>
      </w:pPr>
      <w:r>
        <w:t>stavba nemění statistické údaje</w:t>
      </w:r>
    </w:p>
    <w:p w:rsidR="00DD6269" w:rsidRPr="00E71A8D" w:rsidRDefault="00DD6269">
      <w:pPr>
        <w:jc w:val="center"/>
      </w:pPr>
      <w:r w:rsidRPr="00E71A8D">
        <w:t>___________________________________</w:t>
      </w:r>
    </w:p>
    <w:p w:rsidR="00DD6269" w:rsidRPr="00E71A8D" w:rsidRDefault="00DD6269">
      <w:pPr>
        <w:pStyle w:val="Nadpis1"/>
        <w:pageBreakBefore/>
        <w:spacing w:before="600"/>
      </w:pPr>
      <w:r w:rsidRPr="00E71A8D">
        <w:lastRenderedPageBreak/>
        <w:t>B. souhrnná technická zpráva</w:t>
      </w:r>
    </w:p>
    <w:p w:rsidR="00DD6269" w:rsidRPr="00E71A8D" w:rsidRDefault="00DD6269">
      <w:pPr>
        <w:pStyle w:val="Nadpis4"/>
      </w:pPr>
      <w:r w:rsidRPr="00E71A8D">
        <w:t>Urbanistické, architektonické a stavebně technické řešení</w:t>
      </w:r>
    </w:p>
    <w:p w:rsidR="006745FC" w:rsidRPr="006126ED" w:rsidRDefault="006745FC" w:rsidP="006745FC">
      <w:pPr>
        <w:pStyle w:val="Normlnodsazen"/>
      </w:pPr>
      <w:r w:rsidRPr="006126ED">
        <w:t xml:space="preserve">Z pohledu urbanistického se daný prostor nemění, stavební úpravy jsou spíše charakteru stavebně technického. </w:t>
      </w:r>
    </w:p>
    <w:p w:rsidR="006745FC" w:rsidRPr="006126ED" w:rsidRDefault="006745FC" w:rsidP="006745FC">
      <w:pPr>
        <w:pStyle w:val="Normlnodsazen"/>
      </w:pPr>
      <w:r w:rsidRPr="006126ED">
        <w:t xml:space="preserve">Rovněž po stránce architektonické nejsou na řešený prostor (dopravní plochy) kladeny žádné speciální požadavky. </w:t>
      </w:r>
    </w:p>
    <w:p w:rsidR="006745FC" w:rsidRPr="006126ED" w:rsidRDefault="006745FC" w:rsidP="006745FC">
      <w:pPr>
        <w:pStyle w:val="Normlnodsazen"/>
      </w:pPr>
      <w:r w:rsidRPr="006126ED">
        <w:t xml:space="preserve">Z hlediska stavebně-technického řešení projektová dokumentace vychází ze stávajícího stavu s cílem </w:t>
      </w:r>
      <w:r>
        <w:t>„omladit“ konstrukci vozovky a chodníku</w:t>
      </w:r>
      <w:r w:rsidRPr="006126ED">
        <w:t xml:space="preserve">. </w:t>
      </w:r>
      <w:r w:rsidR="00DE5AB7">
        <w:t>Nepoužívaný chodník vlevo ve směru jízdy, tj. od Borecké ulice, bude zrušen. P</w:t>
      </w:r>
      <w:r w:rsidR="00091A8D">
        <w:t>říčné p</w:t>
      </w:r>
      <w:r w:rsidR="00DE5AB7">
        <w:t>růchody mezi ploty parcel</w:t>
      </w:r>
      <w:r w:rsidR="00091A8D">
        <w:t xml:space="preserve"> (propojky mezi „přední“ a „zadní“ ulicí U Koupaliště</w:t>
      </w:r>
      <w:r w:rsidR="00DE5AB7">
        <w:t xml:space="preserve"> budou </w:t>
      </w:r>
      <w:r w:rsidR="00091A8D">
        <w:t xml:space="preserve">obnoveny z hlediska konstrukce chodníku, návaznost na vozovku pak bude provedena „pouze“ úzkou </w:t>
      </w:r>
      <w:r w:rsidR="00DE5AB7">
        <w:t>propoj</w:t>
      </w:r>
      <w:r w:rsidR="00091A8D">
        <w:t>kou – nejedná se o plnohodnotnou pěší trasu!).</w:t>
      </w:r>
    </w:p>
    <w:p w:rsidR="006745FC" w:rsidRPr="006126ED" w:rsidRDefault="006745FC" w:rsidP="006745FC">
      <w:pPr>
        <w:pStyle w:val="Normlnodsazen"/>
      </w:pPr>
      <w:r w:rsidRPr="006126ED">
        <w:t xml:space="preserve">VO v daném prostoru existuje a </w:t>
      </w:r>
      <w:r>
        <w:t>stavbou není dotčeno.</w:t>
      </w:r>
    </w:p>
    <w:p w:rsidR="006745FC" w:rsidRPr="006126ED" w:rsidRDefault="006745FC" w:rsidP="006745FC">
      <w:pPr>
        <w:pStyle w:val="Normlnodsazen"/>
      </w:pPr>
      <w:r w:rsidRPr="006126ED">
        <w:t>Jiné stavební činnosti nejsou předpokládány.</w:t>
      </w:r>
    </w:p>
    <w:p w:rsidR="00DD6269" w:rsidRPr="00E71A8D" w:rsidRDefault="00DD6269">
      <w:pPr>
        <w:pStyle w:val="Nadpis4"/>
      </w:pPr>
      <w:r w:rsidRPr="00E71A8D">
        <w:t>Požárn</w:t>
      </w:r>
      <w:r w:rsidR="00CF1262">
        <w:t>ě bezpečnostní řešení</w:t>
      </w:r>
    </w:p>
    <w:p w:rsidR="006745FC" w:rsidRDefault="006745FC" w:rsidP="006745FC">
      <w:pPr>
        <w:pStyle w:val="Normlnodsazen"/>
      </w:pPr>
      <w:r w:rsidRPr="00E71A8D">
        <w:t>Stavba svým charakterem nevyžaduje řešit speciální protipožární zabezpečení. Prakticky je možno zjednodušeně říci, že</w:t>
      </w:r>
      <w:r>
        <w:t xml:space="preserve"> vozovka</w:t>
      </w:r>
      <w:r w:rsidRPr="00E71A8D">
        <w:t xml:space="preserve"> stávající komunikace bude </w:t>
      </w:r>
      <w:r>
        <w:t>nahrazena</w:t>
      </w:r>
      <w:r w:rsidRPr="00E71A8D">
        <w:t xml:space="preserve"> nov</w:t>
      </w:r>
      <w:r>
        <w:t>ou.</w:t>
      </w:r>
      <w:r w:rsidRPr="00E71A8D">
        <w:t xml:space="preserve"> </w:t>
      </w:r>
    </w:p>
    <w:p w:rsidR="006745FC" w:rsidRPr="00E71A8D" w:rsidRDefault="006745FC" w:rsidP="006745FC">
      <w:pPr>
        <w:pStyle w:val="Normlnodsazen"/>
      </w:pPr>
      <w:r w:rsidRPr="00E71A8D">
        <w:t xml:space="preserve">Přístupy k objektům </w:t>
      </w:r>
      <w:r>
        <w:t>a odbočky jsou projektově respektovány a polohově nebo výškově</w:t>
      </w:r>
      <w:r w:rsidRPr="00E71A8D">
        <w:t xml:space="preserve"> nejsou</w:t>
      </w:r>
      <w:r>
        <w:t xml:space="preserve"> zásadně</w:t>
      </w:r>
      <w:r w:rsidRPr="00E71A8D">
        <w:t xml:space="preserve"> dotčeny.</w:t>
      </w:r>
    </w:p>
    <w:p w:rsidR="006745FC" w:rsidRPr="00E71A8D" w:rsidRDefault="006745FC" w:rsidP="006745FC">
      <w:pPr>
        <w:pStyle w:val="Normlnodsazen"/>
      </w:pPr>
      <w:r w:rsidRPr="00E71A8D">
        <w:t xml:space="preserve">Rovněž hydranty nejsou stavbou nijak dotčeny. </w:t>
      </w:r>
    </w:p>
    <w:p w:rsidR="006745FC" w:rsidRPr="00E71A8D" w:rsidRDefault="006745FC" w:rsidP="006745FC">
      <w:pPr>
        <w:pStyle w:val="Normlnodsazen"/>
      </w:pPr>
      <w:r w:rsidRPr="00E71A8D">
        <w:t xml:space="preserve">Stavba bude probíhat za </w:t>
      </w:r>
      <w:r>
        <w:t>plné</w:t>
      </w:r>
      <w:r w:rsidRPr="00E71A8D">
        <w:t xml:space="preserve"> dopravní uzávěry. </w:t>
      </w:r>
      <w:r>
        <w:t xml:space="preserve">Vzhledem k tomu, že </w:t>
      </w:r>
      <w:r w:rsidR="00AC5DC2">
        <w:t xml:space="preserve">se </w:t>
      </w:r>
      <w:r>
        <w:t>inženýrské sítě nemění, tak není nutno odstraňovat víc než „kufr“ stávající vozovky. Pláň, nebo následné dílčí konstrukční vrstvy budou pojíždění schopné, což znamená, že případný zásah bude fyzicky možný (kde projede stavba, tam projedou i hasičská vozidla).</w:t>
      </w:r>
      <w:r w:rsidRPr="00E71A8D">
        <w:t xml:space="preserve"> </w:t>
      </w:r>
    </w:p>
    <w:p w:rsidR="00DD6269" w:rsidRPr="00E71A8D" w:rsidRDefault="00DD6269">
      <w:pPr>
        <w:pStyle w:val="Nadpis4"/>
      </w:pPr>
      <w:r w:rsidRPr="00E71A8D">
        <w:t>Hygien</w:t>
      </w:r>
      <w:r w:rsidR="002F7CBA">
        <w:t>ické požadavky n</w:t>
      </w:r>
      <w:r w:rsidRPr="00E71A8D">
        <w:t>a</w:t>
      </w:r>
      <w:r w:rsidR="002F7CBA">
        <w:t xml:space="preserve"> stavbu</w:t>
      </w:r>
      <w:r w:rsidRPr="00E71A8D">
        <w:t xml:space="preserve">, </w:t>
      </w:r>
      <w:r w:rsidR="002F7CBA">
        <w:t>p</w:t>
      </w:r>
      <w:r w:rsidRPr="00E71A8D">
        <w:t>o</w:t>
      </w:r>
      <w:r w:rsidR="002F7CBA">
        <w:t xml:space="preserve">žadavky </w:t>
      </w:r>
      <w:r w:rsidRPr="00E71A8D">
        <w:t xml:space="preserve">na </w:t>
      </w:r>
      <w:r w:rsidR="002F7CBA">
        <w:t>pracovní a komunální prostředí</w:t>
      </w:r>
    </w:p>
    <w:p w:rsidR="006745FC" w:rsidRPr="006126ED" w:rsidRDefault="006745FC" w:rsidP="006745FC">
      <w:pPr>
        <w:pStyle w:val="Normlnodsazen"/>
      </w:pPr>
      <w:r w:rsidRPr="006126ED">
        <w:t>Při provádění stavebních prací je nutno dodržovat základní předpisy a pravidla daná platnou legislativou.</w:t>
      </w:r>
    </w:p>
    <w:p w:rsidR="006745FC" w:rsidRPr="006126ED" w:rsidRDefault="006745FC" w:rsidP="006745FC">
      <w:pPr>
        <w:pStyle w:val="Normlnodsazen"/>
      </w:pPr>
      <w:r w:rsidRPr="006126ED">
        <w:t>Zejména prašnost a hlučnost je nutno omezit na minimum a zbytečně neobtěžovat okolí.</w:t>
      </w:r>
    </w:p>
    <w:p w:rsidR="006745FC" w:rsidRPr="006126ED" w:rsidRDefault="006745FC" w:rsidP="006745FC">
      <w:pPr>
        <w:pStyle w:val="Normlnodsazen"/>
      </w:pPr>
      <w:r w:rsidRPr="006126ED">
        <w:t>Z hlediska životního prostředí je nutno, aby si investor smluvně zajistil s vyšším dodavatelem stavby „nakládání s odpady vzniklými v průběhu realizace stavby“. Znamená to, že veškeré odpady budou organizovaně odvezeny na skládku nebo do recyklačního centra, což bude prokazatelně dokladováno a doloženo nejpozději ke kolaudaci.</w:t>
      </w:r>
    </w:p>
    <w:p w:rsidR="006745FC" w:rsidRPr="006126ED" w:rsidRDefault="006745FC" w:rsidP="006745FC">
      <w:pPr>
        <w:pStyle w:val="normlodsazen"/>
      </w:pPr>
      <w:r w:rsidRPr="006126ED">
        <w:t>U místních komunikací</w:t>
      </w:r>
      <w:r>
        <w:t xml:space="preserve"> (což je i náš případ)</w:t>
      </w:r>
      <w:r w:rsidRPr="006126ED">
        <w:t xml:space="preserve"> pak původcem veškerých odpadů, vzniklých při realizaci akce, bude na smluvním základě zhotovitel stavby, vybraný na základě výběrového řízení“.</w:t>
      </w:r>
    </w:p>
    <w:p w:rsidR="00DD6269" w:rsidRPr="00E71A8D" w:rsidRDefault="00DD6269">
      <w:pPr>
        <w:pStyle w:val="Nadpis4"/>
      </w:pPr>
      <w:r w:rsidRPr="00E71A8D">
        <w:lastRenderedPageBreak/>
        <w:t>Bezpečnost při užívání</w:t>
      </w:r>
      <w:r w:rsidR="000C5A87">
        <w:t xml:space="preserve"> a ochrana obyvatelstva</w:t>
      </w:r>
    </w:p>
    <w:p w:rsidR="006745FC" w:rsidRPr="006126ED" w:rsidRDefault="006745FC" w:rsidP="006745FC">
      <w:pPr>
        <w:pStyle w:val="Normlnodsazen"/>
      </w:pPr>
      <w:r w:rsidRPr="006126ED">
        <w:t>Po dobu výstavby je nutno dodržovat veškeré příslušné bezpečnostní normy a předpisy (zejména celkové zajištění stavby a překopů, bude-li to nutné k zajištění přístupnosti, pak je třeba přes překopy realizovat lávky pro pěší).</w:t>
      </w:r>
    </w:p>
    <w:p w:rsidR="006745FC" w:rsidRDefault="006745FC" w:rsidP="006745FC">
      <w:pPr>
        <w:pStyle w:val="normlodsazen"/>
      </w:pPr>
      <w:r w:rsidRPr="006126ED">
        <w:t>V následném provozu je pouze nutno dodržovat základní platnou legislativu, zejména platná pravidla silničního provozu a zásady slušné jízdy a chůze.</w:t>
      </w:r>
    </w:p>
    <w:p w:rsidR="00091A8D" w:rsidRPr="006126ED" w:rsidRDefault="00091A8D" w:rsidP="00091A8D"/>
    <w:p w:rsidR="00091A8D" w:rsidRPr="006126ED" w:rsidRDefault="00091A8D" w:rsidP="00091A8D">
      <w:pPr>
        <w:pStyle w:val="Nadpis4"/>
      </w:pPr>
      <w:r w:rsidRPr="006126ED">
        <w:t>Ochrana proti hluku</w:t>
      </w:r>
    </w:p>
    <w:p w:rsidR="00091A8D" w:rsidRPr="006126ED" w:rsidRDefault="00091A8D" w:rsidP="00091A8D">
      <w:pPr>
        <w:pStyle w:val="normlodsazen"/>
      </w:pPr>
      <w:r w:rsidRPr="006126ED">
        <w:t>Stroje a pracovní postupy užívané při výstavbě musí splňovat podmínky, za nichž byly schváleny do provozu a užívání.</w:t>
      </w:r>
    </w:p>
    <w:p w:rsidR="00091A8D" w:rsidRPr="006126ED" w:rsidRDefault="00091A8D" w:rsidP="00091A8D">
      <w:pPr>
        <w:pStyle w:val="normlodsazen"/>
      </w:pPr>
      <w:r w:rsidRPr="006126ED">
        <w:t>Stavební práce je nutno rozvrhnout tak, aby hlučné činnosti časově nezasahovaly do ranních nebo naopak večerních hodin.</w:t>
      </w:r>
    </w:p>
    <w:p w:rsidR="00091A8D" w:rsidRPr="006126ED" w:rsidRDefault="00091A8D" w:rsidP="00091A8D"/>
    <w:p w:rsidR="00DD6269" w:rsidRPr="00E71A8D" w:rsidRDefault="00DD6269">
      <w:pPr>
        <w:pStyle w:val="Nadpis4"/>
      </w:pPr>
      <w:r w:rsidRPr="00E71A8D">
        <w:t>Řešení přístupu pro ZTP</w:t>
      </w:r>
    </w:p>
    <w:p w:rsidR="006745FC" w:rsidRPr="006126ED" w:rsidRDefault="006745FC" w:rsidP="006745FC">
      <w:pPr>
        <w:pStyle w:val="normlodsazen"/>
      </w:pPr>
      <w:r w:rsidRPr="006126ED">
        <w:t>Stavba splňuje platnou legislativu z pohledu řešení bezbariérových přístupů.</w:t>
      </w:r>
    </w:p>
    <w:p w:rsidR="006745FC" w:rsidRDefault="006745FC" w:rsidP="006745FC">
      <w:pPr>
        <w:pStyle w:val="normlodsazen"/>
      </w:pPr>
      <w:r w:rsidRPr="006126ED">
        <w:t xml:space="preserve">Vlastní </w:t>
      </w:r>
      <w:r>
        <w:t>styčná</w:t>
      </w:r>
      <w:r w:rsidRPr="006126ED">
        <w:t xml:space="preserve"> hrana je řešena dle platné legislativy.</w:t>
      </w:r>
      <w:r>
        <w:t xml:space="preserve"> </w:t>
      </w:r>
    </w:p>
    <w:p w:rsidR="006745FC" w:rsidRPr="006126ED" w:rsidRDefault="006745FC" w:rsidP="006745FC">
      <w:pPr>
        <w:pStyle w:val="Nadpis4"/>
      </w:pPr>
      <w:r w:rsidRPr="006126ED">
        <w:t>Nakládání s odpady</w:t>
      </w:r>
    </w:p>
    <w:p w:rsidR="006745FC" w:rsidRPr="006126ED" w:rsidRDefault="006745FC" w:rsidP="006745FC">
      <w:pPr>
        <w:pStyle w:val="normlodsazen"/>
      </w:pPr>
      <w:r w:rsidRPr="006126ED">
        <w:t>S nově vzniklými odpady bude nakládáno podle zákona o odpadech č. 185/2001 Sb., v platném znění a podle vyhlášky č. 294/2005 Sb., o podrobnostech nakládání s odpady. Původce odpadu zajistí přednostní využití odpadu před jeho uložením na skládku.</w:t>
      </w:r>
    </w:p>
    <w:p w:rsidR="006745FC" w:rsidRPr="006126ED" w:rsidRDefault="006745FC" w:rsidP="006745FC">
      <w:pPr>
        <w:pStyle w:val="Zkladntextodsazen3"/>
        <w:spacing w:after="120"/>
        <w:rPr>
          <w:color w:val="0070C0"/>
        </w:rPr>
      </w:pPr>
      <w:r w:rsidRPr="006126ED">
        <w:rPr>
          <w:color w:val="0070C0"/>
        </w:rPr>
        <w:t>V případě, že výkopová zemina nebude původcem využita a bude použita v jiné lokalitě např. k terénním úpravám, požaduje dodržování ustanovení § 12 a § 14 vyhl. MŽP 294/1995 Sb., o podmínkách ukládání odpadů na skládky a jejich využívání na povrchu terénu. Upozorňuje, že v průběhu celé stavby musí být na požádání správnímu orgánu doloženo (§ 79 odst. 1  písm. e) zákona), zda bylo se vzniklými odpady naloženo v souladu § 16 odst. 1 písm. c) zákona, tj. předání oprávněné osobě podle § 12 odst. 3 zákona (např. faktury, vážní lístky, evidenční listy přepravy nebezpečných odpadů po území ČR, atd.)</w:t>
      </w:r>
    </w:p>
    <w:p w:rsidR="006745FC" w:rsidRPr="006126ED" w:rsidRDefault="006745FC" w:rsidP="006745FC">
      <w:pPr>
        <w:pStyle w:val="normlodsazen"/>
      </w:pPr>
      <w:r w:rsidRPr="006126ED">
        <w:t xml:space="preserve">Odpad kategorie O bude deponován na skládce inertního materiálu, kterou určí </w:t>
      </w:r>
      <w:r>
        <w:t>„</w:t>
      </w:r>
      <w:r w:rsidRPr="006126ED">
        <w:t>Město</w:t>
      </w:r>
      <w:r>
        <w:t>“</w:t>
      </w:r>
      <w:r w:rsidRPr="006126ED">
        <w:t>. Výkopek kategorie N bude předáván oprávněným osobám. Ukládání odpadu musí být prováděno na skládkách odpovídající kategorie. Využít lze např. řízenou skládku – Činov.</w:t>
      </w:r>
    </w:p>
    <w:p w:rsidR="006745FC" w:rsidRPr="006126ED" w:rsidRDefault="006745FC" w:rsidP="006745FC">
      <w:pPr>
        <w:pStyle w:val="normlodsazen"/>
      </w:pPr>
      <w:r w:rsidRPr="006126ED">
        <w:t xml:space="preserve">Skladování materiálu je zakázáno na veřejných komunikacích mimo projednané prostory. Přebytečný výkopek bude ukládán na obecní skládku dle intencí investora. </w:t>
      </w:r>
    </w:p>
    <w:p w:rsidR="006745FC" w:rsidRPr="006126ED" w:rsidRDefault="006745FC" w:rsidP="006745FC">
      <w:pPr>
        <w:pStyle w:val="normlodsazen"/>
      </w:pPr>
      <w:r w:rsidRPr="006126ED">
        <w:t>Zatřídění odpadu podle „Vyhlášky Ministerstva ŽP č. 381/2001 Sb., ve znění pozdějších předpisů jako součásti „Zákona č. 185/2001 Sb., o odpadech“, kterou se vyhlašuje ”Katalog odpadů”.</w:t>
      </w:r>
    </w:p>
    <w:p w:rsidR="006745FC" w:rsidRPr="006126ED" w:rsidRDefault="006745FC" w:rsidP="006745FC"/>
    <w:p w:rsidR="006745FC" w:rsidRPr="006126ED" w:rsidRDefault="006745FC" w:rsidP="006745FC">
      <w:pPr>
        <w:pStyle w:val="Nadpis4"/>
      </w:pPr>
      <w:r w:rsidRPr="006126ED">
        <w:t>Odvádění srážkových vod</w:t>
      </w:r>
    </w:p>
    <w:p w:rsidR="006745FC" w:rsidRPr="006126ED" w:rsidRDefault="006745FC" w:rsidP="006745FC">
      <w:pPr>
        <w:pStyle w:val="Normlnodsazen"/>
      </w:pPr>
      <w:r w:rsidRPr="006126ED">
        <w:t>Princip odvodnění se stavebními úpravami nemění</w:t>
      </w:r>
      <w:r>
        <w:t>.</w:t>
      </w:r>
      <w:r w:rsidRPr="006126ED">
        <w:t xml:space="preserve"> </w:t>
      </w:r>
      <w:r>
        <w:t>Uliční vpusti budou vyčištěny, případně nahrazeny novými</w:t>
      </w:r>
      <w:r w:rsidRPr="006126ED">
        <w:t>.</w:t>
      </w:r>
    </w:p>
    <w:p w:rsidR="006745FC" w:rsidRPr="006126ED" w:rsidRDefault="006745FC" w:rsidP="006745FC"/>
    <w:p w:rsidR="006745FC" w:rsidRPr="006126ED" w:rsidRDefault="006745FC" w:rsidP="006745FC">
      <w:pPr>
        <w:pStyle w:val="Nadpis4"/>
      </w:pPr>
      <w:r w:rsidRPr="006126ED">
        <w:lastRenderedPageBreak/>
        <w:t>Ochrana inženýrských sítí</w:t>
      </w:r>
    </w:p>
    <w:p w:rsidR="006745FC" w:rsidRPr="006126ED" w:rsidRDefault="006745FC" w:rsidP="006745FC">
      <w:pPr>
        <w:pStyle w:val="Normlnodsazen"/>
      </w:pPr>
      <w:r w:rsidRPr="006126ED">
        <w:t>Inženýrské sítě jsou zakresleny v koordinační situaci, dodavatel si je musí nechat pečlivě vytýčit a v případě potřeby, po dohodě s majetkovým správcem, uložit do chráničky.</w:t>
      </w:r>
    </w:p>
    <w:p w:rsidR="006745FC" w:rsidRPr="006126ED" w:rsidRDefault="006745FC" w:rsidP="006745FC">
      <w:pPr>
        <w:jc w:val="center"/>
      </w:pPr>
      <w:r w:rsidRPr="006126ED">
        <w:t>__________________________________</w:t>
      </w:r>
    </w:p>
    <w:p w:rsidR="00724B96" w:rsidRPr="00E71A8D" w:rsidRDefault="00724B96">
      <w:pPr>
        <w:pStyle w:val="Normlnodsazen"/>
      </w:pPr>
    </w:p>
    <w:p w:rsidR="00DD6269" w:rsidRDefault="00DD6269" w:rsidP="006745FC">
      <w:pPr>
        <w:pStyle w:val="Nadpis1"/>
        <w:pageBreakBefore/>
        <w:rPr>
          <w:szCs w:val="28"/>
        </w:rPr>
      </w:pPr>
      <w:r w:rsidRPr="006745FC">
        <w:lastRenderedPageBreak/>
        <w:t xml:space="preserve">C. </w:t>
      </w:r>
      <w:r w:rsidRPr="006745FC">
        <w:rPr>
          <w:szCs w:val="28"/>
        </w:rPr>
        <w:t>výkresová a přílohová část</w:t>
      </w:r>
    </w:p>
    <w:p w:rsidR="006745FC" w:rsidRPr="006126ED" w:rsidRDefault="006745FC" w:rsidP="006745FC">
      <w:pPr>
        <w:pStyle w:val="Normlnodsazen"/>
      </w:pPr>
      <w:r w:rsidRPr="006126ED">
        <w:t>Jsou součástí technického řešení stavby</w:t>
      </w:r>
    </w:p>
    <w:p w:rsidR="00DD6269" w:rsidRPr="00E71A8D" w:rsidRDefault="00DD6269">
      <w:pPr>
        <w:pStyle w:val="Seznamsodrkami2"/>
        <w:numPr>
          <w:ilvl w:val="0"/>
          <w:numId w:val="2"/>
        </w:numPr>
        <w:tabs>
          <w:tab w:val="right" w:pos="5670"/>
        </w:tabs>
      </w:pPr>
      <w:r w:rsidRPr="00E71A8D">
        <w:t xml:space="preserve">širší vztahy </w:t>
      </w:r>
      <w:r w:rsidRPr="00E71A8D">
        <w:tab/>
        <w:t>A</w:t>
      </w:r>
      <w:r w:rsidR="006745FC">
        <w:t xml:space="preserve"> </w:t>
      </w:r>
      <w:r w:rsidRPr="00E71A8D">
        <w:t>0</w:t>
      </w:r>
    </w:p>
    <w:p w:rsidR="006745FC" w:rsidRPr="006126ED" w:rsidRDefault="006745FC" w:rsidP="006745FC">
      <w:pPr>
        <w:pStyle w:val="Seznamsodrkami2"/>
        <w:numPr>
          <w:ilvl w:val="0"/>
          <w:numId w:val="2"/>
        </w:numPr>
        <w:tabs>
          <w:tab w:val="right" w:pos="5670"/>
        </w:tabs>
      </w:pPr>
      <w:r w:rsidRPr="006126ED">
        <w:t>koordinační situace</w:t>
      </w:r>
      <w:r w:rsidRPr="006126ED">
        <w:tab/>
        <w:t>A</w:t>
      </w:r>
      <w:r>
        <w:t xml:space="preserve"> </w:t>
      </w:r>
      <w:r w:rsidRPr="006126ED">
        <w:t>01</w:t>
      </w:r>
    </w:p>
    <w:p w:rsidR="006745FC" w:rsidRPr="006126ED" w:rsidRDefault="006745FC" w:rsidP="006745FC">
      <w:pPr>
        <w:pStyle w:val="Seznamsodrkami2"/>
        <w:numPr>
          <w:ilvl w:val="0"/>
          <w:numId w:val="2"/>
        </w:numPr>
        <w:tabs>
          <w:tab w:val="right" w:pos="5670"/>
        </w:tabs>
      </w:pPr>
      <w:r w:rsidRPr="006126ED">
        <w:t>KM se zákresem stavby</w:t>
      </w:r>
      <w:r w:rsidRPr="006126ED">
        <w:tab/>
        <w:t>A</w:t>
      </w:r>
      <w:r>
        <w:t xml:space="preserve"> </w:t>
      </w:r>
      <w:r w:rsidRPr="006126ED">
        <w:t>02</w:t>
      </w:r>
    </w:p>
    <w:p w:rsidR="006745FC" w:rsidRPr="006126ED" w:rsidRDefault="006745FC" w:rsidP="006745FC">
      <w:pPr>
        <w:pStyle w:val="Seznamsodrkami2"/>
        <w:numPr>
          <w:ilvl w:val="0"/>
          <w:numId w:val="2"/>
        </w:numPr>
        <w:tabs>
          <w:tab w:val="right" w:pos="5670"/>
        </w:tabs>
      </w:pPr>
      <w:r w:rsidRPr="006126ED">
        <w:t>Dopravní opatření</w:t>
      </w:r>
      <w:r w:rsidRPr="006126ED">
        <w:tab/>
        <w:t>A</w:t>
      </w:r>
      <w:r>
        <w:t xml:space="preserve"> </w:t>
      </w:r>
      <w:r w:rsidRPr="006126ED">
        <w:t>DO</w:t>
      </w:r>
    </w:p>
    <w:p w:rsidR="00DD6269" w:rsidRPr="00E71A8D" w:rsidRDefault="00DD6269">
      <w:pPr>
        <w:pStyle w:val="Nadpis4"/>
      </w:pPr>
      <w:r w:rsidRPr="00E71A8D">
        <w:t>Inženýrské</w:t>
      </w:r>
      <w:r w:rsidR="006B5811">
        <w:t xml:space="preserve"> stavební</w:t>
      </w:r>
      <w:r w:rsidRPr="00E71A8D">
        <w:t xml:space="preserve"> objekty</w:t>
      </w:r>
      <w:r w:rsidR="007B123E">
        <w:t xml:space="preserve"> (provozní technologické soubory tato stavba neobsahuje</w:t>
      </w:r>
      <w:r w:rsidRPr="00E71A8D">
        <w:t>)</w:t>
      </w:r>
    </w:p>
    <w:p w:rsidR="00DD6269" w:rsidRPr="00E71A8D" w:rsidRDefault="00DD6269">
      <w:pPr>
        <w:pStyle w:val="Normlnodsazen"/>
      </w:pPr>
      <w:r w:rsidRPr="00E71A8D">
        <w:t xml:space="preserve">Stavba </w:t>
      </w:r>
      <w:r w:rsidR="006745FC">
        <w:t>n</w:t>
      </w:r>
      <w:r w:rsidRPr="00E71A8D">
        <w:t>e</w:t>
      </w:r>
      <w:r w:rsidR="006745FC">
        <w:t>ní</w:t>
      </w:r>
      <w:r w:rsidRPr="00E71A8D">
        <w:t xml:space="preserve"> rozdělena na stavební objekty</w:t>
      </w:r>
    </w:p>
    <w:p w:rsidR="00724B96" w:rsidRDefault="00724B96" w:rsidP="00724B96"/>
    <w:p w:rsidR="00DD6269" w:rsidRPr="00E71A8D" w:rsidRDefault="00DD6269">
      <w:pPr>
        <w:pStyle w:val="Nadpis1"/>
        <w:spacing w:before="600"/>
      </w:pPr>
      <w:r w:rsidRPr="00E71A8D">
        <w:t>D. zásady organizace výstavby</w:t>
      </w:r>
    </w:p>
    <w:p w:rsidR="00091A8D" w:rsidRPr="006126ED" w:rsidRDefault="00091A8D" w:rsidP="00091A8D">
      <w:pPr>
        <w:pStyle w:val="Normlnodsazen"/>
      </w:pPr>
      <w:r w:rsidRPr="006126ED">
        <w:t xml:space="preserve">Detailní </w:t>
      </w:r>
      <w:r>
        <w:t>Z</w:t>
      </w:r>
      <w:r w:rsidRPr="006126ED">
        <w:t>OV a</w:t>
      </w:r>
      <w:r>
        <w:t xml:space="preserve"> případně změněné</w:t>
      </w:r>
      <w:r w:rsidRPr="006126ED">
        <w:t xml:space="preserve"> dopravní opatření budou zpracovány </w:t>
      </w:r>
      <w:r>
        <w:t xml:space="preserve">dodavatelem stavebních prací </w:t>
      </w:r>
      <w:r w:rsidRPr="006126ED">
        <w:t xml:space="preserve">v dalším projektovém stupni. </w:t>
      </w:r>
    </w:p>
    <w:p w:rsidR="00DD6269" w:rsidRPr="00E71A8D" w:rsidRDefault="00DD6269">
      <w:pPr>
        <w:pStyle w:val="Normlnodsazen"/>
      </w:pPr>
      <w:r w:rsidRPr="00E71A8D">
        <w:t>Základní výchozí podmínky jsou tyto:</w:t>
      </w:r>
    </w:p>
    <w:p w:rsidR="00DD6269" w:rsidRPr="00E71A8D" w:rsidRDefault="00DD6269">
      <w:pPr>
        <w:numPr>
          <w:ilvl w:val="0"/>
          <w:numId w:val="3"/>
        </w:numPr>
      </w:pPr>
      <w:r w:rsidRPr="00E71A8D">
        <w:t>po dobu výstavby je nutno umožnit průchod daným prostorem</w:t>
      </w:r>
      <w:r w:rsidR="00530EF0">
        <w:t xml:space="preserve"> (myšleno zajištění přístupnosti </w:t>
      </w:r>
      <w:r w:rsidR="00091A8D">
        <w:t>jednotlivých objektů, které nemají jiný přístup</w:t>
      </w:r>
      <w:r w:rsidR="00530EF0">
        <w:t>)</w:t>
      </w:r>
      <w:r w:rsidRPr="00E71A8D">
        <w:t xml:space="preserve">, </w:t>
      </w:r>
    </w:p>
    <w:p w:rsidR="00DD6269" w:rsidRPr="00E71A8D" w:rsidRDefault="00DD6269">
      <w:pPr>
        <w:numPr>
          <w:ilvl w:val="0"/>
          <w:numId w:val="3"/>
        </w:numPr>
      </w:pPr>
      <w:r w:rsidRPr="00E71A8D">
        <w:t xml:space="preserve">ze staveniště je nutno bezodkladně odvážet vybourané hmoty a nadbytečnou zeminu, která nebude stavbou využita </w:t>
      </w:r>
    </w:p>
    <w:p w:rsidR="00DD6269" w:rsidRPr="00E71A8D" w:rsidRDefault="00DD6269">
      <w:pPr>
        <w:numPr>
          <w:ilvl w:val="0"/>
          <w:numId w:val="3"/>
        </w:numPr>
      </w:pPr>
      <w:r w:rsidRPr="00E71A8D">
        <w:t>dovážená zemina a stavební hmoty budou ihned zabudovány nebo, z důvodů harmonogramu výstavby, deponovány na pozemcích v majetku investora a na místech smluvně k tomu určených</w:t>
      </w:r>
    </w:p>
    <w:p w:rsidR="00DD6269" w:rsidRPr="00E71A8D" w:rsidRDefault="00DD6269">
      <w:pPr>
        <w:numPr>
          <w:ilvl w:val="0"/>
          <w:numId w:val="3"/>
        </w:numPr>
      </w:pPr>
      <w:r w:rsidRPr="00E71A8D">
        <w:t>zařízení staveniště, skládky, případně sběrná recyklační místa budou upřesněny s konkrétním vybraným dodavatelem</w:t>
      </w:r>
    </w:p>
    <w:p w:rsidR="00DD6269" w:rsidRPr="00E71A8D" w:rsidRDefault="00DD6269">
      <w:pPr>
        <w:numPr>
          <w:ilvl w:val="0"/>
          <w:numId w:val="3"/>
        </w:numPr>
      </w:pPr>
      <w:r w:rsidRPr="00E71A8D">
        <w:t>stavba bude po dobu výstavby vymezena a zabezpečena dle platných předpisů, nařízení a příslušných bezpečnostních norem a předpisy (zejména celkové zajištění stavby a překopů (pažení).</w:t>
      </w:r>
    </w:p>
    <w:p w:rsidR="00DD6269" w:rsidRPr="00E71A8D" w:rsidRDefault="00DD6269">
      <w:pPr>
        <w:numPr>
          <w:ilvl w:val="0"/>
          <w:numId w:val="3"/>
        </w:numPr>
      </w:pPr>
      <w:r w:rsidRPr="00E71A8D">
        <w:t>stavba nevyžaduje žádné náročné dopravní opatření, bude probíhat z</w:t>
      </w:r>
      <w:r w:rsidR="00641F1E">
        <w:t>a</w:t>
      </w:r>
      <w:r w:rsidRPr="00E71A8D">
        <w:t xml:space="preserve"> </w:t>
      </w:r>
      <w:r w:rsidR="00641F1E">
        <w:t>plné</w:t>
      </w:r>
      <w:r w:rsidRPr="00E71A8D">
        <w:t xml:space="preserve"> dopravní uzávě</w:t>
      </w:r>
      <w:r w:rsidR="00641F1E">
        <w:t>ry</w:t>
      </w:r>
      <w:r w:rsidRPr="00E71A8D">
        <w:t xml:space="preserve">. </w:t>
      </w:r>
    </w:p>
    <w:p w:rsidR="00724B96" w:rsidRDefault="00724B96" w:rsidP="00724B96"/>
    <w:p w:rsidR="00DD6269" w:rsidRPr="00E71A8D" w:rsidRDefault="00DD6269">
      <w:pPr>
        <w:pStyle w:val="Nadpis1"/>
        <w:spacing w:before="600"/>
      </w:pPr>
      <w:r w:rsidRPr="00E71A8D">
        <w:t>E. dokladová část</w:t>
      </w:r>
    </w:p>
    <w:p w:rsidR="00DD6269" w:rsidRPr="00E71A8D" w:rsidRDefault="00DD6269">
      <w:pPr>
        <w:pStyle w:val="Normlnodsazen"/>
      </w:pPr>
      <w:r w:rsidRPr="00E71A8D">
        <w:t>Viz. samostatná složka</w:t>
      </w:r>
    </w:p>
    <w:p w:rsidR="00DD6269" w:rsidRPr="00E71A8D" w:rsidRDefault="00DD6269">
      <w:pPr>
        <w:jc w:val="center"/>
      </w:pPr>
      <w:r w:rsidRPr="00E71A8D">
        <w:t>__________________________________________</w:t>
      </w:r>
    </w:p>
    <w:p w:rsidR="00DD6269" w:rsidRPr="00E71A8D" w:rsidRDefault="00DD6269">
      <w:pPr>
        <w:jc w:val="center"/>
      </w:pPr>
      <w:r w:rsidRPr="00E71A8D">
        <w:t>________________________</w:t>
      </w:r>
    </w:p>
    <w:sectPr w:rsidR="00DD6269" w:rsidRPr="00E71A8D" w:rsidSect="00F72163">
      <w:headerReference w:type="default" r:id="rId8"/>
      <w:footerReference w:type="default" r:id="rId9"/>
      <w:pgSz w:w="11907" w:h="16840" w:code="9"/>
      <w:pgMar w:top="1418" w:right="1418" w:bottom="1304" w:left="1418" w:header="708" w:footer="708" w:gutter="0"/>
      <w:paperSrc w:first="1" w:other="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98B" w:rsidRDefault="0037198B">
      <w:r>
        <w:separator/>
      </w:r>
    </w:p>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rsidP="00F210D0"/>
    <w:p w:rsidR="0037198B" w:rsidRDefault="0037198B"/>
  </w:endnote>
  <w:endnote w:type="continuationSeparator" w:id="0">
    <w:p w:rsidR="0037198B" w:rsidRDefault="0037198B">
      <w:r>
        <w:continuationSeparator/>
      </w:r>
    </w:p>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rsidP="00F210D0"/>
    <w:p w:rsidR="0037198B" w:rsidRDefault="0037198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 w:type="dxa"/>
      <w:tblLayout w:type="fixed"/>
      <w:tblCellMar>
        <w:left w:w="70" w:type="dxa"/>
        <w:right w:w="70" w:type="dxa"/>
      </w:tblCellMar>
      <w:tblLook w:val="0000"/>
    </w:tblPr>
    <w:tblGrid>
      <w:gridCol w:w="5670"/>
      <w:gridCol w:w="1701"/>
      <w:gridCol w:w="1701"/>
    </w:tblGrid>
    <w:tr w:rsidR="00DE5AB7" w:rsidRPr="005606FD">
      <w:trPr>
        <w:cantSplit/>
      </w:trPr>
      <w:tc>
        <w:tcPr>
          <w:tcW w:w="5670" w:type="dxa"/>
          <w:tcBorders>
            <w:top w:val="single" w:sz="12" w:space="0" w:color="auto"/>
            <w:left w:val="single" w:sz="12" w:space="0" w:color="auto"/>
            <w:bottom w:val="single" w:sz="12" w:space="0" w:color="auto"/>
            <w:right w:val="single" w:sz="6" w:space="0" w:color="auto"/>
          </w:tcBorders>
        </w:tcPr>
        <w:p w:rsidR="00DE5AB7" w:rsidRPr="005606FD" w:rsidRDefault="00DE5AB7">
          <w:pPr>
            <w:pStyle w:val="Zpat"/>
            <w:rPr>
              <w:color w:val="1F497D" w:themeColor="text2"/>
            </w:rPr>
          </w:pPr>
          <w:r w:rsidRPr="005606FD">
            <w:rPr>
              <w:color w:val="1F497D" w:themeColor="text2"/>
            </w:rPr>
            <w:t>Průvodní</w:t>
          </w:r>
          <w:r>
            <w:rPr>
              <w:color w:val="1F497D" w:themeColor="text2"/>
            </w:rPr>
            <w:t xml:space="preserve"> a souhrnná z</w:t>
          </w:r>
          <w:r w:rsidRPr="005606FD">
            <w:rPr>
              <w:color w:val="1F497D" w:themeColor="text2"/>
            </w:rPr>
            <w:t>práva</w:t>
          </w:r>
        </w:p>
      </w:tc>
      <w:tc>
        <w:tcPr>
          <w:tcW w:w="1701" w:type="dxa"/>
          <w:tcBorders>
            <w:top w:val="single" w:sz="12" w:space="0" w:color="auto"/>
            <w:left w:val="single" w:sz="6" w:space="0" w:color="auto"/>
            <w:bottom w:val="single" w:sz="12" w:space="0" w:color="auto"/>
            <w:right w:val="single" w:sz="6" w:space="0" w:color="auto"/>
          </w:tcBorders>
          <w:shd w:val="pct10" w:color="auto" w:fill="auto"/>
        </w:tcPr>
        <w:p w:rsidR="00DE5AB7" w:rsidRPr="005606FD" w:rsidRDefault="00DE5AB7">
          <w:pPr>
            <w:pStyle w:val="Zpat"/>
            <w:rPr>
              <w:b/>
              <w:i w:val="0"/>
              <w:color w:val="1F497D" w:themeColor="text2"/>
            </w:rPr>
          </w:pPr>
        </w:p>
      </w:tc>
      <w:tc>
        <w:tcPr>
          <w:tcW w:w="1701" w:type="dxa"/>
          <w:tcBorders>
            <w:top w:val="single" w:sz="12" w:space="0" w:color="auto"/>
            <w:left w:val="single" w:sz="6" w:space="0" w:color="auto"/>
            <w:bottom w:val="single" w:sz="12" w:space="0" w:color="auto"/>
            <w:right w:val="single" w:sz="12" w:space="0" w:color="auto"/>
          </w:tcBorders>
        </w:tcPr>
        <w:p w:rsidR="00DE5AB7" w:rsidRPr="005606FD" w:rsidRDefault="008A013A">
          <w:pPr>
            <w:pStyle w:val="Zpat"/>
            <w:rPr>
              <w:color w:val="1F497D" w:themeColor="text2"/>
            </w:rPr>
          </w:pPr>
          <w:r w:rsidRPr="005606FD">
            <w:rPr>
              <w:rStyle w:val="slostrnky"/>
              <w:b/>
              <w:i w:val="0"/>
              <w:color w:val="1F497D" w:themeColor="text2"/>
            </w:rPr>
            <w:fldChar w:fldCharType="begin"/>
          </w:r>
          <w:r w:rsidR="00DE5AB7" w:rsidRPr="005606FD">
            <w:rPr>
              <w:rStyle w:val="slostrnky"/>
              <w:b/>
              <w:i w:val="0"/>
              <w:color w:val="1F497D" w:themeColor="text2"/>
            </w:rPr>
            <w:instrText xml:space="preserve"> PAGE </w:instrText>
          </w:r>
          <w:r w:rsidRPr="005606FD">
            <w:rPr>
              <w:rStyle w:val="slostrnky"/>
              <w:b/>
              <w:i w:val="0"/>
              <w:color w:val="1F497D" w:themeColor="text2"/>
            </w:rPr>
            <w:fldChar w:fldCharType="separate"/>
          </w:r>
          <w:r w:rsidR="004235C3">
            <w:rPr>
              <w:rStyle w:val="slostrnky"/>
              <w:b/>
              <w:i w:val="0"/>
              <w:noProof/>
              <w:color w:val="1F497D" w:themeColor="text2"/>
            </w:rPr>
            <w:t>8</w:t>
          </w:r>
          <w:r w:rsidRPr="005606FD">
            <w:rPr>
              <w:rStyle w:val="slostrnky"/>
              <w:b/>
              <w:i w:val="0"/>
              <w:color w:val="1F497D" w:themeColor="text2"/>
            </w:rPr>
            <w:fldChar w:fldCharType="end"/>
          </w:r>
        </w:p>
      </w:tc>
    </w:tr>
  </w:tbl>
  <w:p w:rsidR="00DE5AB7" w:rsidRDefault="00DE5AB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98B" w:rsidRDefault="0037198B">
      <w:r>
        <w:separator/>
      </w:r>
    </w:p>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rsidP="00F210D0"/>
    <w:p w:rsidR="0037198B" w:rsidRDefault="0037198B"/>
  </w:footnote>
  <w:footnote w:type="continuationSeparator" w:id="0">
    <w:p w:rsidR="0037198B" w:rsidRDefault="0037198B">
      <w:r>
        <w:continuationSeparator/>
      </w:r>
    </w:p>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p w:rsidR="0037198B" w:rsidRDefault="0037198B" w:rsidP="00F210D0"/>
    <w:p w:rsidR="0037198B" w:rsidRDefault="0037198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072"/>
    </w:tblGrid>
    <w:tr w:rsidR="00DE5AB7">
      <w:trPr>
        <w:cantSplit/>
        <w:trHeight w:val="654"/>
        <w:jc w:val="center"/>
      </w:trPr>
      <w:tc>
        <w:tcPr>
          <w:tcW w:w="9072" w:type="dxa"/>
        </w:tcPr>
        <w:p w:rsidR="00DE5AB7" w:rsidRDefault="00DE5AB7">
          <w:pPr>
            <w:pStyle w:val="Zhlav"/>
            <w:rPr>
              <w:b/>
              <w:i w:val="0"/>
            </w:rPr>
          </w:pPr>
          <w:r>
            <w:rPr>
              <w:b/>
              <w:i w:val="0"/>
            </w:rPr>
            <w:t xml:space="preserve">Ing. Martin Kohout-IMK projekt; Klínovecká 998; PS 23; 363 01 Ostrov; </w:t>
          </w:r>
        </w:p>
        <w:p w:rsidR="00DE5AB7" w:rsidRDefault="00DE5AB7">
          <w:pPr>
            <w:pStyle w:val="Zhlav"/>
            <w:rPr>
              <w:b/>
              <w:i w:val="0"/>
            </w:rPr>
          </w:pPr>
          <w:r>
            <w:rPr>
              <w:b/>
              <w:i w:val="0"/>
            </w:rPr>
            <w:t>tel. 353821435</w:t>
          </w:r>
        </w:p>
        <w:p w:rsidR="00DE5AB7" w:rsidRDefault="00DE5AB7">
          <w:pPr>
            <w:pStyle w:val="Zhlav"/>
            <w:rPr>
              <w:b/>
              <w:i w:val="0"/>
            </w:rPr>
          </w:pPr>
          <w:r>
            <w:rPr>
              <w:b/>
              <w:i w:val="0"/>
            </w:rPr>
            <w:t>e-mail: imk.projekt @ volny.cz</w:t>
          </w:r>
        </w:p>
      </w:tc>
    </w:tr>
  </w:tbl>
  <w:p w:rsidR="00DE5AB7" w:rsidRDefault="00DE5AB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2A40B4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E452AE2A"/>
    <w:lvl w:ilvl="0">
      <w:numFmt w:val="decimal"/>
      <w:lvlText w:val="*"/>
      <w:lvlJc w:val="left"/>
    </w:lvl>
  </w:abstractNum>
  <w:abstractNum w:abstractNumId="2">
    <w:nsid w:val="025D66CB"/>
    <w:multiLevelType w:val="hybridMultilevel"/>
    <w:tmpl w:val="6784D3E2"/>
    <w:lvl w:ilvl="0" w:tplc="75C0C546">
      <w:start w:val="1"/>
      <w:numFmt w:val="bullet"/>
      <w:lvlText w:val=""/>
      <w:lvlJc w:val="left"/>
      <w:pPr>
        <w:tabs>
          <w:tab w:val="num" w:pos="1494"/>
        </w:tabs>
        <w:ind w:left="1494" w:hanging="397"/>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0F30472B"/>
    <w:multiLevelType w:val="multilevel"/>
    <w:tmpl w:val="3620D8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F47460A"/>
    <w:multiLevelType w:val="multilevel"/>
    <w:tmpl w:val="7E620CB8"/>
    <w:lvl w:ilvl="0">
      <w:start w:val="2"/>
      <w:numFmt w:val="decimal"/>
      <w:lvlText w:val="%1."/>
      <w:lvlJc w:val="left"/>
      <w:pPr>
        <w:tabs>
          <w:tab w:val="num" w:pos="1020"/>
        </w:tabs>
        <w:ind w:left="1020" w:hanging="1020"/>
      </w:pPr>
      <w:rPr>
        <w:rFonts w:hint="default"/>
      </w:rPr>
    </w:lvl>
    <w:lvl w:ilvl="1">
      <w:start w:val="2"/>
      <w:numFmt w:val="decimal"/>
      <w:lvlText w:val="%1.%2."/>
      <w:lvlJc w:val="left"/>
      <w:pPr>
        <w:tabs>
          <w:tab w:val="num" w:pos="4260"/>
        </w:tabs>
        <w:ind w:left="4260" w:hanging="1020"/>
      </w:pPr>
      <w:rPr>
        <w:rFonts w:hint="default"/>
      </w:rPr>
    </w:lvl>
    <w:lvl w:ilvl="2">
      <w:start w:val="1"/>
      <w:numFmt w:val="decimal"/>
      <w:lvlText w:val="%1.%2.%3."/>
      <w:lvlJc w:val="left"/>
      <w:pPr>
        <w:tabs>
          <w:tab w:val="num" w:pos="7500"/>
        </w:tabs>
        <w:ind w:left="7500" w:hanging="1020"/>
      </w:pPr>
      <w:rPr>
        <w:rFonts w:hint="default"/>
      </w:rPr>
    </w:lvl>
    <w:lvl w:ilvl="3">
      <w:start w:val="1"/>
      <w:numFmt w:val="decimal"/>
      <w:lvlText w:val="%1.%2.%3.%4."/>
      <w:lvlJc w:val="left"/>
      <w:pPr>
        <w:tabs>
          <w:tab w:val="num" w:pos="10800"/>
        </w:tabs>
        <w:ind w:left="10800" w:hanging="1080"/>
      </w:pPr>
      <w:rPr>
        <w:rFonts w:hint="default"/>
      </w:rPr>
    </w:lvl>
    <w:lvl w:ilvl="4">
      <w:start w:val="1"/>
      <w:numFmt w:val="decimal"/>
      <w:lvlText w:val="%1.%2.%3.%4.%5."/>
      <w:lvlJc w:val="left"/>
      <w:pPr>
        <w:tabs>
          <w:tab w:val="num" w:pos="14040"/>
        </w:tabs>
        <w:ind w:left="14040" w:hanging="1080"/>
      </w:pPr>
      <w:rPr>
        <w:rFonts w:hint="default"/>
      </w:rPr>
    </w:lvl>
    <w:lvl w:ilvl="5">
      <w:start w:val="1"/>
      <w:numFmt w:val="decimal"/>
      <w:lvlText w:val="%1.%2.%3.%4.%5.%6."/>
      <w:lvlJc w:val="left"/>
      <w:pPr>
        <w:tabs>
          <w:tab w:val="num" w:pos="17640"/>
        </w:tabs>
        <w:ind w:left="17640" w:hanging="1440"/>
      </w:pPr>
      <w:rPr>
        <w:rFonts w:hint="default"/>
      </w:rPr>
    </w:lvl>
    <w:lvl w:ilvl="6">
      <w:start w:val="1"/>
      <w:numFmt w:val="decimal"/>
      <w:lvlText w:val="%1.%2.%3.%4.%5.%6.%7."/>
      <w:lvlJc w:val="left"/>
      <w:pPr>
        <w:tabs>
          <w:tab w:val="num" w:pos="21240"/>
        </w:tabs>
        <w:ind w:left="21240" w:hanging="1800"/>
      </w:pPr>
      <w:rPr>
        <w:rFonts w:hint="default"/>
      </w:rPr>
    </w:lvl>
    <w:lvl w:ilvl="7">
      <w:start w:val="1"/>
      <w:numFmt w:val="decimal"/>
      <w:lvlText w:val="%1.%2.%3.%4.%5.%6.%7.%8."/>
      <w:lvlJc w:val="left"/>
      <w:pPr>
        <w:tabs>
          <w:tab w:val="num" w:pos="24480"/>
        </w:tabs>
        <w:ind w:left="24480" w:hanging="1800"/>
      </w:pPr>
      <w:rPr>
        <w:rFonts w:hint="default"/>
      </w:rPr>
    </w:lvl>
    <w:lvl w:ilvl="8">
      <w:start w:val="1"/>
      <w:numFmt w:val="decimal"/>
      <w:lvlText w:val="%1.%2.%3.%4.%5.%6.%7.%8.%9."/>
      <w:lvlJc w:val="left"/>
      <w:pPr>
        <w:tabs>
          <w:tab w:val="num" w:pos="28080"/>
        </w:tabs>
        <w:ind w:left="28080" w:hanging="2160"/>
      </w:pPr>
      <w:rPr>
        <w:rFonts w:hint="default"/>
      </w:rPr>
    </w:lvl>
  </w:abstractNum>
  <w:abstractNum w:abstractNumId="5">
    <w:nsid w:val="1DBE3076"/>
    <w:multiLevelType w:val="hybridMultilevel"/>
    <w:tmpl w:val="C494E04A"/>
    <w:lvl w:ilvl="0" w:tplc="85B04EC2">
      <w:start w:val="360"/>
      <w:numFmt w:val="bullet"/>
      <w:lvlText w:val="-"/>
      <w:lvlJc w:val="left"/>
      <w:pPr>
        <w:tabs>
          <w:tab w:val="num" w:pos="1097"/>
        </w:tabs>
        <w:ind w:left="1097" w:hanging="360"/>
      </w:pPr>
      <w:rPr>
        <w:rFonts w:ascii="Times New Roman" w:eastAsia="Times New Roman" w:hAnsi="Times New Roman" w:cs="Times New Roman" w:hint="default"/>
      </w:rPr>
    </w:lvl>
    <w:lvl w:ilvl="1" w:tplc="04050003" w:tentative="1">
      <w:start w:val="1"/>
      <w:numFmt w:val="bullet"/>
      <w:lvlText w:val="o"/>
      <w:lvlJc w:val="left"/>
      <w:pPr>
        <w:tabs>
          <w:tab w:val="num" w:pos="1817"/>
        </w:tabs>
        <w:ind w:left="1817" w:hanging="360"/>
      </w:pPr>
      <w:rPr>
        <w:rFonts w:ascii="Courier New" w:hAnsi="Courier New" w:hint="default"/>
      </w:rPr>
    </w:lvl>
    <w:lvl w:ilvl="2" w:tplc="04050005" w:tentative="1">
      <w:start w:val="1"/>
      <w:numFmt w:val="bullet"/>
      <w:lvlText w:val=""/>
      <w:lvlJc w:val="left"/>
      <w:pPr>
        <w:tabs>
          <w:tab w:val="num" w:pos="2537"/>
        </w:tabs>
        <w:ind w:left="2537" w:hanging="360"/>
      </w:pPr>
      <w:rPr>
        <w:rFonts w:ascii="Wingdings" w:hAnsi="Wingdings" w:hint="default"/>
      </w:rPr>
    </w:lvl>
    <w:lvl w:ilvl="3" w:tplc="04050001" w:tentative="1">
      <w:start w:val="1"/>
      <w:numFmt w:val="bullet"/>
      <w:lvlText w:val=""/>
      <w:lvlJc w:val="left"/>
      <w:pPr>
        <w:tabs>
          <w:tab w:val="num" w:pos="3257"/>
        </w:tabs>
        <w:ind w:left="3257" w:hanging="360"/>
      </w:pPr>
      <w:rPr>
        <w:rFonts w:ascii="Symbol" w:hAnsi="Symbol" w:hint="default"/>
      </w:rPr>
    </w:lvl>
    <w:lvl w:ilvl="4" w:tplc="04050003" w:tentative="1">
      <w:start w:val="1"/>
      <w:numFmt w:val="bullet"/>
      <w:lvlText w:val="o"/>
      <w:lvlJc w:val="left"/>
      <w:pPr>
        <w:tabs>
          <w:tab w:val="num" w:pos="3977"/>
        </w:tabs>
        <w:ind w:left="3977" w:hanging="360"/>
      </w:pPr>
      <w:rPr>
        <w:rFonts w:ascii="Courier New" w:hAnsi="Courier New" w:hint="default"/>
      </w:rPr>
    </w:lvl>
    <w:lvl w:ilvl="5" w:tplc="04050005" w:tentative="1">
      <w:start w:val="1"/>
      <w:numFmt w:val="bullet"/>
      <w:lvlText w:val=""/>
      <w:lvlJc w:val="left"/>
      <w:pPr>
        <w:tabs>
          <w:tab w:val="num" w:pos="4697"/>
        </w:tabs>
        <w:ind w:left="4697" w:hanging="360"/>
      </w:pPr>
      <w:rPr>
        <w:rFonts w:ascii="Wingdings" w:hAnsi="Wingdings" w:hint="default"/>
      </w:rPr>
    </w:lvl>
    <w:lvl w:ilvl="6" w:tplc="04050001" w:tentative="1">
      <w:start w:val="1"/>
      <w:numFmt w:val="bullet"/>
      <w:lvlText w:val=""/>
      <w:lvlJc w:val="left"/>
      <w:pPr>
        <w:tabs>
          <w:tab w:val="num" w:pos="5417"/>
        </w:tabs>
        <w:ind w:left="5417" w:hanging="360"/>
      </w:pPr>
      <w:rPr>
        <w:rFonts w:ascii="Symbol" w:hAnsi="Symbol" w:hint="default"/>
      </w:rPr>
    </w:lvl>
    <w:lvl w:ilvl="7" w:tplc="04050003" w:tentative="1">
      <w:start w:val="1"/>
      <w:numFmt w:val="bullet"/>
      <w:lvlText w:val="o"/>
      <w:lvlJc w:val="left"/>
      <w:pPr>
        <w:tabs>
          <w:tab w:val="num" w:pos="6137"/>
        </w:tabs>
        <w:ind w:left="6137" w:hanging="360"/>
      </w:pPr>
      <w:rPr>
        <w:rFonts w:ascii="Courier New" w:hAnsi="Courier New" w:hint="default"/>
      </w:rPr>
    </w:lvl>
    <w:lvl w:ilvl="8" w:tplc="04050005" w:tentative="1">
      <w:start w:val="1"/>
      <w:numFmt w:val="bullet"/>
      <w:lvlText w:val=""/>
      <w:lvlJc w:val="left"/>
      <w:pPr>
        <w:tabs>
          <w:tab w:val="num" w:pos="6857"/>
        </w:tabs>
        <w:ind w:left="6857" w:hanging="360"/>
      </w:pPr>
      <w:rPr>
        <w:rFonts w:ascii="Wingdings" w:hAnsi="Wingdings" w:hint="default"/>
      </w:rPr>
    </w:lvl>
  </w:abstractNum>
  <w:abstractNum w:abstractNumId="6">
    <w:nsid w:val="1E2D63D6"/>
    <w:multiLevelType w:val="hybridMultilevel"/>
    <w:tmpl w:val="8CF41234"/>
    <w:lvl w:ilvl="0" w:tplc="FA4249FA">
      <w:start w:val="1"/>
      <w:numFmt w:val="upperLetter"/>
      <w:lvlText w:val="%1."/>
      <w:lvlJc w:val="left"/>
      <w:pPr>
        <w:tabs>
          <w:tab w:val="num" w:pos="855"/>
        </w:tabs>
        <w:ind w:left="855" w:hanging="49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F9F11F6"/>
    <w:multiLevelType w:val="multilevel"/>
    <w:tmpl w:val="91469B1C"/>
    <w:lvl w:ilvl="0">
      <w:start w:val="1"/>
      <w:numFmt w:val="decimal"/>
      <w:lvlText w:val="%1."/>
      <w:lvlJc w:val="left"/>
      <w:pPr>
        <w:tabs>
          <w:tab w:val="num" w:pos="735"/>
        </w:tabs>
        <w:ind w:left="735" w:hanging="735"/>
      </w:pPr>
      <w:rPr>
        <w:rFonts w:hint="default"/>
      </w:rPr>
    </w:lvl>
    <w:lvl w:ilvl="1">
      <w:start w:val="2"/>
      <w:numFmt w:val="decimal"/>
      <w:lvlText w:val="%1.%2."/>
      <w:lvlJc w:val="left"/>
      <w:pPr>
        <w:tabs>
          <w:tab w:val="num" w:pos="3973"/>
        </w:tabs>
        <w:ind w:left="3973" w:hanging="735"/>
      </w:pPr>
      <w:rPr>
        <w:rFonts w:hint="default"/>
      </w:rPr>
    </w:lvl>
    <w:lvl w:ilvl="2">
      <w:start w:val="1"/>
      <w:numFmt w:val="decimal"/>
      <w:lvlText w:val="%1.%2.%3."/>
      <w:lvlJc w:val="left"/>
      <w:pPr>
        <w:tabs>
          <w:tab w:val="num" w:pos="7211"/>
        </w:tabs>
        <w:ind w:left="7211" w:hanging="735"/>
      </w:pPr>
      <w:rPr>
        <w:rFonts w:hint="default"/>
      </w:rPr>
    </w:lvl>
    <w:lvl w:ilvl="3">
      <w:start w:val="1"/>
      <w:numFmt w:val="decimal"/>
      <w:lvlText w:val="%1.%2.%3.%4."/>
      <w:lvlJc w:val="left"/>
      <w:pPr>
        <w:tabs>
          <w:tab w:val="num" w:pos="10794"/>
        </w:tabs>
        <w:ind w:left="10794" w:hanging="1080"/>
      </w:pPr>
      <w:rPr>
        <w:rFonts w:hint="default"/>
      </w:rPr>
    </w:lvl>
    <w:lvl w:ilvl="4">
      <w:start w:val="1"/>
      <w:numFmt w:val="decimal"/>
      <w:lvlText w:val="%1.%2.%3.%4.%5."/>
      <w:lvlJc w:val="left"/>
      <w:pPr>
        <w:tabs>
          <w:tab w:val="num" w:pos="14032"/>
        </w:tabs>
        <w:ind w:left="14032" w:hanging="1080"/>
      </w:pPr>
      <w:rPr>
        <w:rFonts w:hint="default"/>
      </w:rPr>
    </w:lvl>
    <w:lvl w:ilvl="5">
      <w:start w:val="1"/>
      <w:numFmt w:val="decimal"/>
      <w:lvlText w:val="%1.%2.%3.%4.%5.%6."/>
      <w:lvlJc w:val="left"/>
      <w:pPr>
        <w:tabs>
          <w:tab w:val="num" w:pos="17630"/>
        </w:tabs>
        <w:ind w:left="17630" w:hanging="1440"/>
      </w:pPr>
      <w:rPr>
        <w:rFonts w:hint="default"/>
      </w:rPr>
    </w:lvl>
    <w:lvl w:ilvl="6">
      <w:start w:val="1"/>
      <w:numFmt w:val="decimal"/>
      <w:lvlText w:val="%1.%2.%3.%4.%5.%6.%7."/>
      <w:lvlJc w:val="left"/>
      <w:pPr>
        <w:tabs>
          <w:tab w:val="num" w:pos="21228"/>
        </w:tabs>
        <w:ind w:left="21228" w:hanging="1800"/>
      </w:pPr>
      <w:rPr>
        <w:rFonts w:hint="default"/>
      </w:rPr>
    </w:lvl>
    <w:lvl w:ilvl="7">
      <w:start w:val="1"/>
      <w:numFmt w:val="decimal"/>
      <w:lvlText w:val="%1.%2.%3.%4.%5.%6.%7.%8."/>
      <w:lvlJc w:val="left"/>
      <w:pPr>
        <w:tabs>
          <w:tab w:val="num" w:pos="24466"/>
        </w:tabs>
        <w:ind w:left="24466" w:hanging="1800"/>
      </w:pPr>
      <w:rPr>
        <w:rFonts w:hint="default"/>
      </w:rPr>
    </w:lvl>
    <w:lvl w:ilvl="8">
      <w:start w:val="1"/>
      <w:numFmt w:val="decimal"/>
      <w:lvlText w:val="%1.%2.%3.%4.%5.%6.%7.%8.%9."/>
      <w:lvlJc w:val="left"/>
      <w:pPr>
        <w:tabs>
          <w:tab w:val="num" w:pos="28064"/>
        </w:tabs>
        <w:ind w:left="28064" w:hanging="2160"/>
      </w:pPr>
      <w:rPr>
        <w:rFonts w:hint="default"/>
      </w:rPr>
    </w:lvl>
  </w:abstractNum>
  <w:abstractNum w:abstractNumId="8">
    <w:nsid w:val="36C30AD0"/>
    <w:multiLevelType w:val="hybridMultilevel"/>
    <w:tmpl w:val="F070B9AE"/>
    <w:lvl w:ilvl="0" w:tplc="75C0C546">
      <w:start w:val="1"/>
      <w:numFmt w:val="bullet"/>
      <w:lvlText w:val=""/>
      <w:lvlJc w:val="left"/>
      <w:pPr>
        <w:tabs>
          <w:tab w:val="num" w:pos="1134"/>
        </w:tabs>
        <w:ind w:left="113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BA44BED"/>
    <w:multiLevelType w:val="singleLevel"/>
    <w:tmpl w:val="B2142184"/>
    <w:lvl w:ilvl="0">
      <w:start w:val="1"/>
      <w:numFmt w:val="lowerLetter"/>
      <w:lvlText w:val="%1)"/>
      <w:legacy w:legacy="1" w:legacySpace="0" w:legacyIndent="0"/>
      <w:lvlJc w:val="left"/>
      <w:rPr>
        <w:rFonts w:ascii="Times New Roman" w:hAnsi="Times New Roman" w:cs="Times New Roman" w:hint="default"/>
      </w:rPr>
    </w:lvl>
  </w:abstractNum>
  <w:abstractNum w:abstractNumId="10">
    <w:nsid w:val="40FB14EA"/>
    <w:multiLevelType w:val="hybridMultilevel"/>
    <w:tmpl w:val="EF88E93E"/>
    <w:lvl w:ilvl="0" w:tplc="86284874">
      <w:start w:val="1"/>
      <w:numFmt w:val="lowerLetter"/>
      <w:lvlText w:val="%1)"/>
      <w:lvlJc w:val="left"/>
      <w:pPr>
        <w:tabs>
          <w:tab w:val="num" w:pos="1097"/>
        </w:tabs>
        <w:ind w:left="1097" w:hanging="360"/>
      </w:pPr>
      <w:rPr>
        <w:rFonts w:hint="default"/>
      </w:rPr>
    </w:lvl>
    <w:lvl w:ilvl="1" w:tplc="04050019" w:tentative="1">
      <w:start w:val="1"/>
      <w:numFmt w:val="lowerLetter"/>
      <w:lvlText w:val="%2."/>
      <w:lvlJc w:val="left"/>
      <w:pPr>
        <w:tabs>
          <w:tab w:val="num" w:pos="1817"/>
        </w:tabs>
        <w:ind w:left="1817" w:hanging="360"/>
      </w:pPr>
    </w:lvl>
    <w:lvl w:ilvl="2" w:tplc="0405001B" w:tentative="1">
      <w:start w:val="1"/>
      <w:numFmt w:val="lowerRoman"/>
      <w:lvlText w:val="%3."/>
      <w:lvlJc w:val="right"/>
      <w:pPr>
        <w:tabs>
          <w:tab w:val="num" w:pos="2537"/>
        </w:tabs>
        <w:ind w:left="2537" w:hanging="180"/>
      </w:pPr>
    </w:lvl>
    <w:lvl w:ilvl="3" w:tplc="0405000F" w:tentative="1">
      <w:start w:val="1"/>
      <w:numFmt w:val="decimal"/>
      <w:lvlText w:val="%4."/>
      <w:lvlJc w:val="left"/>
      <w:pPr>
        <w:tabs>
          <w:tab w:val="num" w:pos="3257"/>
        </w:tabs>
        <w:ind w:left="3257" w:hanging="360"/>
      </w:pPr>
    </w:lvl>
    <w:lvl w:ilvl="4" w:tplc="04050019" w:tentative="1">
      <w:start w:val="1"/>
      <w:numFmt w:val="lowerLetter"/>
      <w:lvlText w:val="%5."/>
      <w:lvlJc w:val="left"/>
      <w:pPr>
        <w:tabs>
          <w:tab w:val="num" w:pos="3977"/>
        </w:tabs>
        <w:ind w:left="3977" w:hanging="360"/>
      </w:pPr>
    </w:lvl>
    <w:lvl w:ilvl="5" w:tplc="0405001B" w:tentative="1">
      <w:start w:val="1"/>
      <w:numFmt w:val="lowerRoman"/>
      <w:lvlText w:val="%6."/>
      <w:lvlJc w:val="right"/>
      <w:pPr>
        <w:tabs>
          <w:tab w:val="num" w:pos="4697"/>
        </w:tabs>
        <w:ind w:left="4697" w:hanging="180"/>
      </w:pPr>
    </w:lvl>
    <w:lvl w:ilvl="6" w:tplc="0405000F" w:tentative="1">
      <w:start w:val="1"/>
      <w:numFmt w:val="decimal"/>
      <w:lvlText w:val="%7."/>
      <w:lvlJc w:val="left"/>
      <w:pPr>
        <w:tabs>
          <w:tab w:val="num" w:pos="5417"/>
        </w:tabs>
        <w:ind w:left="5417" w:hanging="360"/>
      </w:pPr>
    </w:lvl>
    <w:lvl w:ilvl="7" w:tplc="04050019" w:tentative="1">
      <w:start w:val="1"/>
      <w:numFmt w:val="lowerLetter"/>
      <w:lvlText w:val="%8."/>
      <w:lvlJc w:val="left"/>
      <w:pPr>
        <w:tabs>
          <w:tab w:val="num" w:pos="6137"/>
        </w:tabs>
        <w:ind w:left="6137" w:hanging="360"/>
      </w:pPr>
    </w:lvl>
    <w:lvl w:ilvl="8" w:tplc="0405001B" w:tentative="1">
      <w:start w:val="1"/>
      <w:numFmt w:val="lowerRoman"/>
      <w:lvlText w:val="%9."/>
      <w:lvlJc w:val="right"/>
      <w:pPr>
        <w:tabs>
          <w:tab w:val="num" w:pos="6857"/>
        </w:tabs>
        <w:ind w:left="6857" w:hanging="180"/>
      </w:pPr>
    </w:lvl>
  </w:abstractNum>
  <w:abstractNum w:abstractNumId="11">
    <w:nsid w:val="44D849C2"/>
    <w:multiLevelType w:val="singleLevel"/>
    <w:tmpl w:val="B2142184"/>
    <w:lvl w:ilvl="0">
      <w:start w:val="1"/>
      <w:numFmt w:val="lowerLetter"/>
      <w:lvlText w:val="%1)"/>
      <w:legacy w:legacy="1" w:legacySpace="0" w:legacyIndent="0"/>
      <w:lvlJc w:val="left"/>
      <w:rPr>
        <w:rFonts w:ascii="Times New Roman" w:hAnsi="Times New Roman" w:cs="Times New Roman" w:hint="default"/>
      </w:rPr>
    </w:lvl>
  </w:abstractNum>
  <w:abstractNum w:abstractNumId="12">
    <w:nsid w:val="46E57C98"/>
    <w:multiLevelType w:val="singleLevel"/>
    <w:tmpl w:val="2CF03E7E"/>
    <w:lvl w:ilvl="0">
      <w:start w:val="1"/>
      <w:numFmt w:val="decimal"/>
      <w:lvlText w:val="%1. "/>
      <w:legacy w:legacy="1" w:legacySpace="0" w:legacyIndent="283"/>
      <w:lvlJc w:val="left"/>
      <w:pPr>
        <w:ind w:left="1020" w:hanging="283"/>
      </w:pPr>
      <w:rPr>
        <w:rFonts w:ascii="Bookman Old Style" w:hAnsi="Bookman Old Style" w:hint="default"/>
        <w:b w:val="0"/>
        <w:i/>
        <w:sz w:val="24"/>
        <w:u w:val="none"/>
      </w:rPr>
    </w:lvl>
  </w:abstractNum>
  <w:abstractNum w:abstractNumId="13">
    <w:nsid w:val="487C7397"/>
    <w:multiLevelType w:val="multilevel"/>
    <w:tmpl w:val="72F21996"/>
    <w:lvl w:ilvl="0">
      <w:start w:val="1"/>
      <w:numFmt w:val="upperLetter"/>
      <w:lvlText w:val="%1)"/>
      <w:lvlJc w:val="left"/>
      <w:pPr>
        <w:tabs>
          <w:tab w:val="num" w:pos="851"/>
        </w:tabs>
        <w:ind w:left="851" w:hanging="567"/>
      </w:pPr>
      <w:rPr>
        <w:rFonts w:hint="default"/>
      </w:rPr>
    </w:lvl>
    <w:lvl w:ilvl="1">
      <w:start w:val="1"/>
      <w:numFmt w:val="decimal"/>
      <w:lvlText w:val="%2)"/>
      <w:lvlJc w:val="left"/>
      <w:pPr>
        <w:tabs>
          <w:tab w:val="num" w:pos="1134"/>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514F15A5"/>
    <w:multiLevelType w:val="hybridMultilevel"/>
    <w:tmpl w:val="376A30AC"/>
    <w:lvl w:ilvl="0" w:tplc="FA4249FA">
      <w:start w:val="1"/>
      <w:numFmt w:val="upperLetter"/>
      <w:lvlText w:val="%1."/>
      <w:lvlJc w:val="left"/>
      <w:pPr>
        <w:tabs>
          <w:tab w:val="num" w:pos="1592"/>
        </w:tabs>
        <w:ind w:left="1592" w:hanging="495"/>
      </w:pPr>
      <w:rPr>
        <w:rFonts w:hint="default"/>
      </w:rPr>
    </w:lvl>
    <w:lvl w:ilvl="1" w:tplc="04050019" w:tentative="1">
      <w:start w:val="1"/>
      <w:numFmt w:val="lowerLetter"/>
      <w:lvlText w:val="%2."/>
      <w:lvlJc w:val="left"/>
      <w:pPr>
        <w:tabs>
          <w:tab w:val="num" w:pos="2177"/>
        </w:tabs>
        <w:ind w:left="2177" w:hanging="360"/>
      </w:pPr>
    </w:lvl>
    <w:lvl w:ilvl="2" w:tplc="0405001B" w:tentative="1">
      <w:start w:val="1"/>
      <w:numFmt w:val="lowerRoman"/>
      <w:lvlText w:val="%3."/>
      <w:lvlJc w:val="right"/>
      <w:pPr>
        <w:tabs>
          <w:tab w:val="num" w:pos="2897"/>
        </w:tabs>
        <w:ind w:left="2897" w:hanging="180"/>
      </w:pPr>
    </w:lvl>
    <w:lvl w:ilvl="3" w:tplc="0405000F" w:tentative="1">
      <w:start w:val="1"/>
      <w:numFmt w:val="decimal"/>
      <w:lvlText w:val="%4."/>
      <w:lvlJc w:val="left"/>
      <w:pPr>
        <w:tabs>
          <w:tab w:val="num" w:pos="3617"/>
        </w:tabs>
        <w:ind w:left="3617" w:hanging="360"/>
      </w:pPr>
    </w:lvl>
    <w:lvl w:ilvl="4" w:tplc="04050019" w:tentative="1">
      <w:start w:val="1"/>
      <w:numFmt w:val="lowerLetter"/>
      <w:lvlText w:val="%5."/>
      <w:lvlJc w:val="left"/>
      <w:pPr>
        <w:tabs>
          <w:tab w:val="num" w:pos="4337"/>
        </w:tabs>
        <w:ind w:left="4337" w:hanging="360"/>
      </w:pPr>
    </w:lvl>
    <w:lvl w:ilvl="5" w:tplc="0405001B" w:tentative="1">
      <w:start w:val="1"/>
      <w:numFmt w:val="lowerRoman"/>
      <w:lvlText w:val="%6."/>
      <w:lvlJc w:val="right"/>
      <w:pPr>
        <w:tabs>
          <w:tab w:val="num" w:pos="5057"/>
        </w:tabs>
        <w:ind w:left="5057" w:hanging="180"/>
      </w:pPr>
    </w:lvl>
    <w:lvl w:ilvl="6" w:tplc="0405000F" w:tentative="1">
      <w:start w:val="1"/>
      <w:numFmt w:val="decimal"/>
      <w:lvlText w:val="%7."/>
      <w:lvlJc w:val="left"/>
      <w:pPr>
        <w:tabs>
          <w:tab w:val="num" w:pos="5777"/>
        </w:tabs>
        <w:ind w:left="5777" w:hanging="360"/>
      </w:pPr>
    </w:lvl>
    <w:lvl w:ilvl="7" w:tplc="04050019" w:tentative="1">
      <w:start w:val="1"/>
      <w:numFmt w:val="lowerLetter"/>
      <w:lvlText w:val="%8."/>
      <w:lvlJc w:val="left"/>
      <w:pPr>
        <w:tabs>
          <w:tab w:val="num" w:pos="6497"/>
        </w:tabs>
        <w:ind w:left="6497" w:hanging="360"/>
      </w:pPr>
    </w:lvl>
    <w:lvl w:ilvl="8" w:tplc="0405001B" w:tentative="1">
      <w:start w:val="1"/>
      <w:numFmt w:val="lowerRoman"/>
      <w:lvlText w:val="%9."/>
      <w:lvlJc w:val="right"/>
      <w:pPr>
        <w:tabs>
          <w:tab w:val="num" w:pos="7217"/>
        </w:tabs>
        <w:ind w:left="7217" w:hanging="180"/>
      </w:pPr>
    </w:lvl>
  </w:abstractNum>
  <w:abstractNum w:abstractNumId="15">
    <w:nsid w:val="79272BB1"/>
    <w:multiLevelType w:val="hybridMultilevel"/>
    <w:tmpl w:val="3620D88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1"/>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4">
    <w:abstractNumId w:val="6"/>
  </w:num>
  <w:num w:numId="5">
    <w:abstractNumId w:val="14"/>
  </w:num>
  <w:num w:numId="6">
    <w:abstractNumId w:val="13"/>
  </w:num>
  <w:num w:numId="7">
    <w:abstractNumId w:val="7"/>
  </w:num>
  <w:num w:numId="8">
    <w:abstractNumId w:val="4"/>
  </w:num>
  <w:num w:numId="9">
    <w:abstractNumId w:val="10"/>
  </w:num>
  <w:num w:numId="10">
    <w:abstractNumId w:val="8"/>
  </w:num>
  <w:num w:numId="11">
    <w:abstractNumId w:val="15"/>
  </w:num>
  <w:num w:numId="12">
    <w:abstractNumId w:val="3"/>
  </w:num>
  <w:num w:numId="13">
    <w:abstractNumId w:val="2"/>
  </w:num>
  <w:num w:numId="14">
    <w:abstractNumId w:val="5"/>
  </w:num>
  <w:num w:numId="15">
    <w:abstractNumId w:val="0"/>
  </w:num>
  <w:num w:numId="1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1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9"/>
  <w:printFractionalCharacterWidth/>
  <w:proofState w:spelling="clean" w:grammar="clean"/>
  <w:attachedTemplate r:id="rId1"/>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DC4C56"/>
    <w:rsid w:val="00055941"/>
    <w:rsid w:val="00072189"/>
    <w:rsid w:val="000753CD"/>
    <w:rsid w:val="00091A8D"/>
    <w:rsid w:val="00094543"/>
    <w:rsid w:val="000C5A87"/>
    <w:rsid w:val="00182827"/>
    <w:rsid w:val="0018535E"/>
    <w:rsid w:val="001D3B8C"/>
    <w:rsid w:val="00247DF9"/>
    <w:rsid w:val="00290028"/>
    <w:rsid w:val="002E271D"/>
    <w:rsid w:val="002E2B65"/>
    <w:rsid w:val="002F1364"/>
    <w:rsid w:val="002F65D0"/>
    <w:rsid w:val="002F7CBA"/>
    <w:rsid w:val="00322FEA"/>
    <w:rsid w:val="0033118C"/>
    <w:rsid w:val="00336F9F"/>
    <w:rsid w:val="0036045A"/>
    <w:rsid w:val="0037198B"/>
    <w:rsid w:val="003F0835"/>
    <w:rsid w:val="004235C3"/>
    <w:rsid w:val="00477551"/>
    <w:rsid w:val="00490E95"/>
    <w:rsid w:val="004D4546"/>
    <w:rsid w:val="004E41F7"/>
    <w:rsid w:val="00504E7B"/>
    <w:rsid w:val="00513B98"/>
    <w:rsid w:val="005219DC"/>
    <w:rsid w:val="00530EF0"/>
    <w:rsid w:val="005606FD"/>
    <w:rsid w:val="0056121B"/>
    <w:rsid w:val="00590710"/>
    <w:rsid w:val="005A43B1"/>
    <w:rsid w:val="005C5282"/>
    <w:rsid w:val="006073F2"/>
    <w:rsid w:val="006315F2"/>
    <w:rsid w:val="006419F3"/>
    <w:rsid w:val="00641F1E"/>
    <w:rsid w:val="006431B7"/>
    <w:rsid w:val="00647D31"/>
    <w:rsid w:val="006745FC"/>
    <w:rsid w:val="006760AC"/>
    <w:rsid w:val="00686F0B"/>
    <w:rsid w:val="006A27FA"/>
    <w:rsid w:val="006B5811"/>
    <w:rsid w:val="006C7848"/>
    <w:rsid w:val="00724B96"/>
    <w:rsid w:val="00734848"/>
    <w:rsid w:val="00764033"/>
    <w:rsid w:val="007A7146"/>
    <w:rsid w:val="007B123E"/>
    <w:rsid w:val="007E01C2"/>
    <w:rsid w:val="008303ED"/>
    <w:rsid w:val="0085690D"/>
    <w:rsid w:val="00874379"/>
    <w:rsid w:val="008A013A"/>
    <w:rsid w:val="008E3907"/>
    <w:rsid w:val="00900F86"/>
    <w:rsid w:val="00906634"/>
    <w:rsid w:val="00927514"/>
    <w:rsid w:val="009275C6"/>
    <w:rsid w:val="00936CFD"/>
    <w:rsid w:val="009B343F"/>
    <w:rsid w:val="009F6CC1"/>
    <w:rsid w:val="00A2574A"/>
    <w:rsid w:val="00A30B82"/>
    <w:rsid w:val="00A31588"/>
    <w:rsid w:val="00A46BC4"/>
    <w:rsid w:val="00A62B01"/>
    <w:rsid w:val="00A84A9E"/>
    <w:rsid w:val="00AC5DC2"/>
    <w:rsid w:val="00AD097D"/>
    <w:rsid w:val="00AE14A9"/>
    <w:rsid w:val="00AE208E"/>
    <w:rsid w:val="00B2177A"/>
    <w:rsid w:val="00B47F71"/>
    <w:rsid w:val="00B607AD"/>
    <w:rsid w:val="00BB5F15"/>
    <w:rsid w:val="00BD3F2D"/>
    <w:rsid w:val="00C10CA2"/>
    <w:rsid w:val="00C659B3"/>
    <w:rsid w:val="00CA0ACF"/>
    <w:rsid w:val="00CF1262"/>
    <w:rsid w:val="00D63680"/>
    <w:rsid w:val="00D8346B"/>
    <w:rsid w:val="00D96BD5"/>
    <w:rsid w:val="00D9756E"/>
    <w:rsid w:val="00DB7A83"/>
    <w:rsid w:val="00DC4C56"/>
    <w:rsid w:val="00DD2815"/>
    <w:rsid w:val="00DD6269"/>
    <w:rsid w:val="00DE5AB7"/>
    <w:rsid w:val="00E049D3"/>
    <w:rsid w:val="00E52339"/>
    <w:rsid w:val="00E54B7C"/>
    <w:rsid w:val="00E71A8D"/>
    <w:rsid w:val="00EC39E5"/>
    <w:rsid w:val="00ED70D9"/>
    <w:rsid w:val="00EF4751"/>
    <w:rsid w:val="00F210D0"/>
    <w:rsid w:val="00F72163"/>
    <w:rsid w:val="00FD61CF"/>
    <w:rsid w:val="00FE2B09"/>
    <w:rsid w:val="00FE50C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utoRedefine/>
    <w:rsid w:val="00DC4C56"/>
    <w:pPr>
      <w:overflowPunct w:val="0"/>
      <w:autoSpaceDE w:val="0"/>
      <w:autoSpaceDN w:val="0"/>
      <w:adjustRightInd w:val="0"/>
      <w:jc w:val="both"/>
      <w:textAlignment w:val="baseline"/>
    </w:pPr>
    <w:rPr>
      <w:rFonts w:ascii="Georgia" w:hAnsi="Georgia"/>
      <w:i/>
      <w:color w:val="0070C0"/>
      <w:sz w:val="24"/>
    </w:rPr>
  </w:style>
  <w:style w:type="paragraph" w:styleId="Nadpis1">
    <w:name w:val="heading 1"/>
    <w:basedOn w:val="Normln"/>
    <w:next w:val="Nadpis2"/>
    <w:qFormat/>
    <w:rsid w:val="00F72163"/>
    <w:pPr>
      <w:keepNext/>
      <w:spacing w:before="960"/>
      <w:ind w:firstLine="737"/>
      <w:outlineLvl w:val="0"/>
    </w:pPr>
    <w:rPr>
      <w:b/>
      <w:caps/>
      <w:sz w:val="32"/>
    </w:rPr>
  </w:style>
  <w:style w:type="paragraph" w:styleId="Nadpis2">
    <w:name w:val="heading 2"/>
    <w:basedOn w:val="Normln"/>
    <w:next w:val="Nadpis3"/>
    <w:qFormat/>
    <w:rsid w:val="00F72163"/>
    <w:pPr>
      <w:keepNext/>
      <w:spacing w:before="240"/>
      <w:ind w:firstLine="737"/>
      <w:outlineLvl w:val="1"/>
    </w:pPr>
    <w:rPr>
      <w:b/>
      <w:caps/>
      <w:sz w:val="28"/>
    </w:rPr>
  </w:style>
  <w:style w:type="paragraph" w:styleId="Nadpis3">
    <w:name w:val="heading 3"/>
    <w:basedOn w:val="Normln"/>
    <w:next w:val="Normlnodsazen"/>
    <w:qFormat/>
    <w:rsid w:val="00F72163"/>
    <w:pPr>
      <w:keepNext/>
      <w:spacing w:before="360"/>
      <w:ind w:firstLine="737"/>
      <w:outlineLvl w:val="2"/>
    </w:pPr>
    <w:rPr>
      <w:b/>
      <w:sz w:val="26"/>
    </w:rPr>
  </w:style>
  <w:style w:type="paragraph" w:styleId="Nadpis4">
    <w:name w:val="heading 4"/>
    <w:basedOn w:val="Normln"/>
    <w:next w:val="Normlnodsazen"/>
    <w:qFormat/>
    <w:rsid w:val="00F72163"/>
    <w:pPr>
      <w:keepNext/>
      <w:spacing w:before="180"/>
      <w:ind w:left="737"/>
      <w:outlineLvl w:val="3"/>
    </w:pPr>
    <w:rPr>
      <w:b/>
    </w:rPr>
  </w:style>
  <w:style w:type="paragraph" w:styleId="Nadpis5">
    <w:name w:val="heading 5"/>
    <w:basedOn w:val="Normln"/>
    <w:next w:val="Normlnodsazen"/>
    <w:qFormat/>
    <w:rsid w:val="00F72163"/>
    <w:pPr>
      <w:ind w:left="708"/>
      <w:outlineLvl w:val="4"/>
    </w:pPr>
    <w:rPr>
      <w:b/>
      <w:sz w:val="20"/>
    </w:rPr>
  </w:style>
  <w:style w:type="paragraph" w:styleId="Nadpis6">
    <w:name w:val="heading 6"/>
    <w:basedOn w:val="Normln"/>
    <w:next w:val="Normlnodsazen"/>
    <w:qFormat/>
    <w:rsid w:val="00F72163"/>
    <w:pPr>
      <w:ind w:left="708"/>
      <w:outlineLvl w:val="5"/>
    </w:pPr>
    <w:rPr>
      <w:sz w:val="20"/>
      <w:u w:val="single"/>
    </w:rPr>
  </w:style>
  <w:style w:type="paragraph" w:styleId="Nadpis7">
    <w:name w:val="heading 7"/>
    <w:basedOn w:val="Normln"/>
    <w:next w:val="Normlnodsazen"/>
    <w:qFormat/>
    <w:rsid w:val="00F72163"/>
    <w:pPr>
      <w:ind w:left="708"/>
      <w:outlineLvl w:val="6"/>
    </w:pPr>
    <w:rPr>
      <w:i w:val="0"/>
      <w:sz w:val="20"/>
    </w:rPr>
  </w:style>
  <w:style w:type="paragraph" w:styleId="Nadpis8">
    <w:name w:val="heading 8"/>
    <w:basedOn w:val="Normln"/>
    <w:next w:val="Normlnodsazen"/>
    <w:qFormat/>
    <w:rsid w:val="00F72163"/>
    <w:pPr>
      <w:ind w:left="708"/>
      <w:outlineLvl w:val="7"/>
    </w:pPr>
    <w:rPr>
      <w:i w:val="0"/>
      <w:sz w:val="20"/>
    </w:rPr>
  </w:style>
  <w:style w:type="paragraph" w:styleId="Nadpis9">
    <w:name w:val="heading 9"/>
    <w:basedOn w:val="Normln"/>
    <w:next w:val="Normlnodsazen"/>
    <w:qFormat/>
    <w:rsid w:val="00F72163"/>
    <w:pPr>
      <w:ind w:left="708"/>
      <w:outlineLvl w:val="8"/>
    </w:pPr>
    <w:rPr>
      <w:i w:val="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odsazen">
    <w:name w:val="Normal Indent"/>
    <w:basedOn w:val="Normln"/>
    <w:semiHidden/>
    <w:rsid w:val="00F72163"/>
    <w:pPr>
      <w:spacing w:before="60"/>
      <w:ind w:firstLine="737"/>
    </w:pPr>
  </w:style>
  <w:style w:type="character" w:styleId="slostrnky">
    <w:name w:val="page number"/>
    <w:basedOn w:val="Standardnpsmoodstavce"/>
    <w:semiHidden/>
    <w:rsid w:val="00F72163"/>
  </w:style>
  <w:style w:type="paragraph" w:styleId="Zpat">
    <w:name w:val="footer"/>
    <w:basedOn w:val="Normlnodsazen"/>
    <w:semiHidden/>
    <w:rsid w:val="00F72163"/>
    <w:pPr>
      <w:spacing w:before="0"/>
      <w:ind w:firstLine="0"/>
      <w:jc w:val="center"/>
    </w:pPr>
    <w:rPr>
      <w:sz w:val="20"/>
    </w:rPr>
  </w:style>
  <w:style w:type="paragraph" w:styleId="Zhlav">
    <w:name w:val="header"/>
    <w:basedOn w:val="Normln"/>
    <w:link w:val="ZhlavChar"/>
    <w:rsid w:val="00F72163"/>
    <w:pPr>
      <w:tabs>
        <w:tab w:val="center" w:pos="4252"/>
        <w:tab w:val="right" w:pos="8504"/>
      </w:tabs>
      <w:jc w:val="center"/>
    </w:pPr>
    <w:rPr>
      <w:sz w:val="20"/>
    </w:rPr>
  </w:style>
  <w:style w:type="character" w:styleId="Znakapoznpodarou">
    <w:name w:val="footnote reference"/>
    <w:basedOn w:val="Standardnpsmoodstavce"/>
    <w:semiHidden/>
    <w:rsid w:val="00F72163"/>
    <w:rPr>
      <w:position w:val="6"/>
      <w:sz w:val="16"/>
    </w:rPr>
  </w:style>
  <w:style w:type="paragraph" w:styleId="Textpoznpodarou">
    <w:name w:val="footnote text"/>
    <w:basedOn w:val="Normln"/>
    <w:semiHidden/>
    <w:rsid w:val="00F72163"/>
    <w:rPr>
      <w:sz w:val="20"/>
    </w:rPr>
  </w:style>
  <w:style w:type="paragraph" w:customStyle="1" w:styleId="titulnstrana00">
    <w:name w:val="titulní strana 00"/>
    <w:basedOn w:val="titulnstrana0"/>
    <w:rsid w:val="00F72163"/>
    <w:pPr>
      <w:spacing w:before="0"/>
      <w:ind w:right="567"/>
    </w:pPr>
    <w:rPr>
      <w:sz w:val="24"/>
    </w:rPr>
  </w:style>
  <w:style w:type="paragraph" w:customStyle="1" w:styleId="titulnstrana0">
    <w:name w:val="titulní strana 0"/>
    <w:basedOn w:val="Normln"/>
    <w:next w:val="titulnstrana00"/>
    <w:rsid w:val="00F72163"/>
    <w:pPr>
      <w:spacing w:before="120"/>
      <w:ind w:right="284"/>
      <w:jc w:val="right"/>
    </w:pPr>
    <w:rPr>
      <w:sz w:val="26"/>
    </w:rPr>
  </w:style>
  <w:style w:type="paragraph" w:customStyle="1" w:styleId="titulnstrana1">
    <w:name w:val="titulní strana 1"/>
    <w:basedOn w:val="Normln"/>
    <w:next w:val="titulnstrana2"/>
    <w:rsid w:val="00F72163"/>
    <w:pPr>
      <w:keepNext/>
      <w:keepLines/>
      <w:spacing w:before="2640"/>
      <w:jc w:val="center"/>
    </w:pPr>
    <w:rPr>
      <w:caps/>
      <w:sz w:val="48"/>
    </w:rPr>
  </w:style>
  <w:style w:type="paragraph" w:customStyle="1" w:styleId="titulnstrana2">
    <w:name w:val="titulní strana 2"/>
    <w:basedOn w:val="titulnstrana1"/>
    <w:next w:val="titulnstrana3"/>
    <w:rsid w:val="00F72163"/>
    <w:pPr>
      <w:spacing w:before="240"/>
    </w:pPr>
    <w:rPr>
      <w:b/>
      <w:sz w:val="34"/>
    </w:rPr>
  </w:style>
  <w:style w:type="paragraph" w:customStyle="1" w:styleId="titulnstrana3">
    <w:name w:val="titulní strana 3"/>
    <w:basedOn w:val="titulnstrana2"/>
    <w:next w:val="Normln"/>
    <w:rsid w:val="00F72163"/>
    <w:pPr>
      <w:spacing w:before="120"/>
    </w:pPr>
    <w:rPr>
      <w:b w:val="0"/>
      <w:caps w:val="0"/>
      <w:sz w:val="30"/>
    </w:rPr>
  </w:style>
  <w:style w:type="paragraph" w:styleId="Seznam2">
    <w:name w:val="List 2"/>
    <w:basedOn w:val="Normln"/>
    <w:semiHidden/>
    <w:rsid w:val="00F72163"/>
    <w:pPr>
      <w:ind w:left="566" w:hanging="283"/>
    </w:pPr>
  </w:style>
  <w:style w:type="paragraph" w:styleId="Seznamsodrkami2">
    <w:name w:val="List Bullet 2"/>
    <w:basedOn w:val="Normln"/>
    <w:semiHidden/>
    <w:rsid w:val="00F72163"/>
    <w:pPr>
      <w:ind w:left="566" w:hanging="283"/>
    </w:pPr>
  </w:style>
  <w:style w:type="paragraph" w:styleId="Zkladntextodsazen">
    <w:name w:val="Body Text Indent"/>
    <w:basedOn w:val="Normln"/>
    <w:semiHidden/>
    <w:rsid w:val="00F72163"/>
    <w:pPr>
      <w:spacing w:after="120"/>
      <w:ind w:left="283"/>
    </w:pPr>
  </w:style>
  <w:style w:type="paragraph" w:styleId="Zkladntext3">
    <w:name w:val="Body Text 3"/>
    <w:basedOn w:val="Zkladntextodsazen"/>
    <w:semiHidden/>
    <w:rsid w:val="00F72163"/>
  </w:style>
  <w:style w:type="paragraph" w:styleId="Normlnweb">
    <w:name w:val="Normal (Web)"/>
    <w:basedOn w:val="Normln"/>
    <w:semiHidden/>
    <w:rsid w:val="00F72163"/>
    <w:pPr>
      <w:overflowPunct/>
      <w:autoSpaceDE/>
      <w:autoSpaceDN/>
      <w:adjustRightInd/>
      <w:jc w:val="left"/>
      <w:textAlignment w:val="auto"/>
    </w:pPr>
    <w:rPr>
      <w:rFonts w:ascii="Times New Roman" w:hAnsi="Times New Roman"/>
      <w:i w:val="0"/>
      <w:color w:val="FFFFFF"/>
      <w:szCs w:val="24"/>
    </w:rPr>
  </w:style>
  <w:style w:type="paragraph" w:styleId="Zkladntextodsazen2">
    <w:name w:val="Body Text Indent 2"/>
    <w:basedOn w:val="Normln"/>
    <w:semiHidden/>
    <w:rsid w:val="00F72163"/>
    <w:pPr>
      <w:ind w:firstLine="709"/>
    </w:pPr>
  </w:style>
  <w:style w:type="paragraph" w:styleId="Seznamsodrkami">
    <w:name w:val="List Bullet"/>
    <w:basedOn w:val="Normln"/>
    <w:autoRedefine/>
    <w:semiHidden/>
    <w:rsid w:val="00F72163"/>
    <w:pPr>
      <w:ind w:left="283" w:hanging="283"/>
    </w:pPr>
  </w:style>
  <w:style w:type="paragraph" w:styleId="Zkladntext2">
    <w:name w:val="Body Text 2"/>
    <w:basedOn w:val="Normln"/>
    <w:semiHidden/>
    <w:unhideWhenUsed/>
    <w:rsid w:val="00F72163"/>
    <w:pPr>
      <w:spacing w:after="120" w:line="480" w:lineRule="auto"/>
    </w:pPr>
  </w:style>
  <w:style w:type="character" w:customStyle="1" w:styleId="Zkladntext2Char">
    <w:name w:val="Základní text 2 Char"/>
    <w:basedOn w:val="Standardnpsmoodstavce"/>
    <w:semiHidden/>
    <w:rsid w:val="00F72163"/>
    <w:rPr>
      <w:rFonts w:ascii="Bookman Old Style" w:hAnsi="Bookman Old Style"/>
      <w:i/>
      <w:color w:val="666699"/>
      <w:sz w:val="24"/>
    </w:rPr>
  </w:style>
  <w:style w:type="paragraph" w:customStyle="1" w:styleId="Styl">
    <w:name w:val="Styl"/>
    <w:rsid w:val="00F72163"/>
    <w:pPr>
      <w:widowControl w:val="0"/>
      <w:autoSpaceDE w:val="0"/>
      <w:autoSpaceDN w:val="0"/>
      <w:adjustRightInd w:val="0"/>
    </w:pPr>
    <w:rPr>
      <w:sz w:val="24"/>
      <w:szCs w:val="24"/>
    </w:rPr>
  </w:style>
  <w:style w:type="paragraph" w:styleId="Zkladntextodsazen3">
    <w:name w:val="Body Text Indent 3"/>
    <w:basedOn w:val="Normln"/>
    <w:semiHidden/>
    <w:rsid w:val="00F72163"/>
    <w:pPr>
      <w:spacing w:afterLines="50"/>
      <w:ind w:firstLine="851"/>
    </w:pPr>
    <w:rPr>
      <w:color w:val="31849B"/>
    </w:rPr>
  </w:style>
  <w:style w:type="paragraph" w:customStyle="1" w:styleId="normlodsazen">
    <w:name w:val="normál odsazený"/>
    <w:basedOn w:val="Normln"/>
    <w:qFormat/>
    <w:rsid w:val="00764033"/>
    <w:pPr>
      <w:spacing w:before="60"/>
      <w:ind w:firstLine="709"/>
    </w:pPr>
  </w:style>
  <w:style w:type="paragraph" w:styleId="Textbubliny">
    <w:name w:val="Balloon Text"/>
    <w:basedOn w:val="Normln"/>
    <w:link w:val="TextbublinyChar"/>
    <w:uiPriority w:val="99"/>
    <w:semiHidden/>
    <w:unhideWhenUsed/>
    <w:rsid w:val="00AE14A9"/>
    <w:rPr>
      <w:rFonts w:ascii="Tahoma" w:hAnsi="Tahoma" w:cs="Tahoma"/>
      <w:sz w:val="16"/>
      <w:szCs w:val="16"/>
    </w:rPr>
  </w:style>
  <w:style w:type="character" w:customStyle="1" w:styleId="TextbublinyChar">
    <w:name w:val="Text bubliny Char"/>
    <w:basedOn w:val="Standardnpsmoodstavce"/>
    <w:link w:val="Textbubliny"/>
    <w:uiPriority w:val="99"/>
    <w:semiHidden/>
    <w:rsid w:val="00AE14A9"/>
    <w:rPr>
      <w:rFonts w:ascii="Tahoma" w:hAnsi="Tahoma" w:cs="Tahoma"/>
      <w:i/>
      <w:color w:val="0070C0"/>
      <w:sz w:val="16"/>
      <w:szCs w:val="16"/>
    </w:rPr>
  </w:style>
  <w:style w:type="character" w:customStyle="1" w:styleId="ZhlavChar">
    <w:name w:val="Záhlaví Char"/>
    <w:basedOn w:val="Standardnpsmoodstavce"/>
    <w:link w:val="Zhlav"/>
    <w:rsid w:val="00724B96"/>
    <w:rPr>
      <w:rFonts w:ascii="Bookman Old Style" w:hAnsi="Bookman Old Style"/>
      <w:i/>
      <w:color w:val="0070C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23dokumenty2\&#353;ablony\prvzpr\A%20prvzpr%20DSP%20140424-0.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prvzpr DSP 140424-0</Template>
  <TotalTime>96</TotalTime>
  <Pages>8</Pages>
  <Words>1856</Words>
  <Characters>10956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prvzpr</dc:subject>
  <dc:creator>Pracovní stanice</dc:creator>
  <cp:keywords>průvodní zpráva 07</cp:keywords>
  <cp:lastModifiedBy>Alena Kuželová</cp:lastModifiedBy>
  <cp:revision>7</cp:revision>
  <cp:lastPrinted>2016-03-01T12:36:00Z</cp:lastPrinted>
  <dcterms:created xsi:type="dcterms:W3CDTF">2016-01-26T16:31:00Z</dcterms:created>
  <dcterms:modified xsi:type="dcterms:W3CDTF">2016-03-01T12:36:00Z</dcterms:modified>
</cp:coreProperties>
</file>